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7564FBC" w:rsidR="00535E9B" w:rsidRDefault="00973D8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4</w:t>
      </w:r>
      <w:r w:rsidR="00B67D39" w:rsidRPr="00B67D39">
        <w:rPr>
          <w:rFonts w:ascii="Verdana" w:eastAsia="Verdana" w:hAnsi="Verdana" w:cs="Times New Roman"/>
          <w:b/>
        </w:rPr>
        <w:t xml:space="preserve"> DO SWZ -  FORMULARZ OFERTY  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522F265" w14:textId="63E5F9ED" w:rsidR="00B67D39" w:rsidRDefault="00B67D39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08B1EDC4" w14:textId="1F6FDA27" w:rsidR="002D3974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2110CB6F" w14:textId="77777777" w:rsidR="002D3974" w:rsidRPr="006B56FD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38B9F7FD" w14:textId="77777777" w:rsidR="00B67D39" w:rsidRPr="006B56FD" w:rsidRDefault="00B67D39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C28443C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6FCE7455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5E51C61B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F4CA6ED" w14:textId="6FA6447F" w:rsidR="00B67D39" w:rsidRPr="00222DED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7178B759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  <w:r w:rsidR="00580AF1">
        <w:rPr>
          <w:rFonts w:cstheme="minorHAnsi"/>
          <w:b/>
          <w:szCs w:val="18"/>
        </w:rPr>
        <w:t xml:space="preserve">    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28DC2734" w14:textId="1BB6EB95" w:rsidR="00381365" w:rsidRPr="00B67D39" w:rsidRDefault="00B67D39" w:rsidP="00381365">
      <w:pPr>
        <w:spacing w:after="120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nr_postepowania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1A358A" w:rsidRPr="00B7627D">
        <w:rPr>
          <w:rFonts w:cstheme="minorHAnsi"/>
          <w:noProof/>
          <w:szCs w:val="18"/>
          <w:lang w:eastAsia="pl-PL"/>
        </w:rPr>
        <w:t>POST/DYS/OW/GZ/04229/2025</w:t>
      </w:r>
      <w:r w:rsidR="00222DED">
        <w:rPr>
          <w:rFonts w:cstheme="minorHAnsi"/>
          <w:szCs w:val="18"/>
          <w:lang w:eastAsia="pl-PL"/>
        </w:rPr>
        <w:fldChar w:fldCharType="end"/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nazwa_post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1A358A" w:rsidRPr="00B7627D">
        <w:rPr>
          <w:rFonts w:cstheme="minorHAnsi"/>
          <w:noProof/>
          <w:szCs w:val="18"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Jeziorna obszar R9 Gmina Nadarzyn</w:t>
      </w:r>
      <w:r w:rsidR="00222DED">
        <w:rPr>
          <w:rFonts w:cstheme="minorHAnsi"/>
          <w:szCs w:val="18"/>
          <w:lang w:eastAsia="pl-PL"/>
        </w:rPr>
        <w:fldChar w:fldCharType="end"/>
      </w:r>
      <w:r w:rsidR="002D3974">
        <w:rPr>
          <w:rFonts w:cstheme="minorHAnsi"/>
          <w:szCs w:val="18"/>
          <w:lang w:eastAsia="pl-PL"/>
        </w:rPr>
        <w:t>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2D3974">
        <w:trPr>
          <w:trHeight w:val="1173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2A536732" w:rsidR="00B67D39" w:rsidRPr="00807D09" w:rsidRDefault="006764E1" w:rsidP="006764E1">
      <w:pPr>
        <w:spacing w:line="240" w:lineRule="exact"/>
        <w:jc w:val="both"/>
        <w:rPr>
          <w:rFonts w:cstheme="minorHAnsi"/>
          <w:b/>
          <w:szCs w:val="18"/>
        </w:rPr>
      </w:pPr>
      <w:r>
        <w:rPr>
          <w:rFonts w:cstheme="minorHAnsi"/>
          <w:b/>
          <w:szCs w:val="18"/>
          <w:lang w:eastAsia="pl-PL"/>
        </w:rPr>
        <w:t xml:space="preserve">II. </w:t>
      </w:r>
      <w:r w:rsidR="00B67D39"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2D3974">
        <w:trPr>
          <w:trHeight w:val="766"/>
        </w:trPr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7AB3714B" w14:textId="77777777" w:rsidR="00973D85" w:rsidRPr="007B7CF6" w:rsidRDefault="00973D85" w:rsidP="00973D85">
      <w:pPr>
        <w:pStyle w:val="Akapitzlist"/>
        <w:widowControl w:val="0"/>
        <w:numPr>
          <w:ilvl w:val="0"/>
          <w:numId w:val="34"/>
        </w:numPr>
        <w:adjustRightInd w:val="0"/>
        <w:spacing w:after="60" w:line="360" w:lineRule="atLeast"/>
        <w:ind w:left="0" w:hanging="142"/>
        <w:contextualSpacing w:val="0"/>
        <w:jc w:val="both"/>
        <w:textAlignment w:val="baseline"/>
        <w:rPr>
          <w:rFonts w:cstheme="minorHAnsi"/>
          <w:b/>
          <w:snapToGrid w:val="0"/>
        </w:rPr>
      </w:pPr>
      <w:r w:rsidRPr="007B7CF6">
        <w:rPr>
          <w:rFonts w:cstheme="minorHAnsi"/>
          <w:b/>
          <w:snapToGrid w:val="0"/>
        </w:rPr>
        <w:t>Przedmiot zamówienia.</w:t>
      </w:r>
    </w:p>
    <w:p w14:paraId="510E4521" w14:textId="08262E9B" w:rsidR="00973D85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  <w:r w:rsidRPr="00AD02FC">
        <w:rPr>
          <w:rFonts w:cstheme="minorHAnsi"/>
        </w:rPr>
        <w:t xml:space="preserve">Przedmiotem zamówienia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1A358A" w:rsidRPr="00B7627D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R9 Gmina Nadarzyn</w:t>
      </w:r>
      <w:r w:rsidRPr="00AD02FC">
        <w:rPr>
          <w:rFonts w:cstheme="minorHAnsi"/>
          <w:b/>
          <w:bCs/>
          <w:noProof/>
        </w:rPr>
        <w:fldChar w:fldCharType="end"/>
      </w:r>
      <w:r>
        <w:rPr>
          <w:rFonts w:cstheme="minorHAnsi"/>
          <w:b/>
          <w:bCs/>
          <w:noProof/>
        </w:rPr>
        <w:t>.</w:t>
      </w:r>
    </w:p>
    <w:p w14:paraId="2B7ED8A2" w14:textId="5D4E5B73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  <w:r w:rsidRPr="00AD02FC">
        <w:rPr>
          <w:rFonts w:cstheme="minorHAnsi"/>
        </w:rPr>
        <w:t xml:space="preserve">Zamówienie będzie realizowane w okresie do </w:t>
      </w:r>
      <w:r w:rsidRPr="0056551A">
        <w:rPr>
          <w:rFonts w:cstheme="minorHAnsi"/>
          <w:b/>
        </w:rPr>
        <w:fldChar w:fldCharType="begin"/>
      </w:r>
      <w:r w:rsidRPr="0056551A">
        <w:rPr>
          <w:rFonts w:cstheme="minorHAnsi"/>
          <w:b/>
        </w:rPr>
        <w:instrText xml:space="preserve"> MERGEFIELD termin_realizacji </w:instrText>
      </w:r>
      <w:r w:rsidRPr="0056551A">
        <w:rPr>
          <w:rFonts w:cstheme="minorHAnsi"/>
          <w:b/>
        </w:rPr>
        <w:fldChar w:fldCharType="separate"/>
      </w:r>
      <w:r w:rsidR="001A358A" w:rsidRPr="00B7627D">
        <w:rPr>
          <w:rFonts w:cstheme="minorHAnsi"/>
          <w:b/>
          <w:noProof/>
        </w:rPr>
        <w:t>27.05.2027</w:t>
      </w:r>
      <w:r w:rsidRPr="0056551A">
        <w:rPr>
          <w:rFonts w:cstheme="minorHAnsi"/>
          <w:b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56551A">
        <w:rPr>
          <w:rFonts w:cstheme="minorHAnsi"/>
          <w:b/>
        </w:rPr>
        <w:t>1 500 000,00 zł netto</w:t>
      </w:r>
      <w:r>
        <w:rPr>
          <w:rFonts w:cstheme="minorHAnsi"/>
        </w:rPr>
        <w:t>.</w:t>
      </w:r>
    </w:p>
    <w:p w14:paraId="3C4989EE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6C3D4973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0637A064" w14:textId="77777777" w:rsidR="00973D85" w:rsidRPr="00AD02FC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</w:p>
    <w:p w14:paraId="1F10C71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360" w:lineRule="atLeast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>Zobowiązania Wykonawcy.</w:t>
      </w:r>
    </w:p>
    <w:p w14:paraId="61B37282" w14:textId="77777777" w:rsidR="00973D85" w:rsidRDefault="00973D85" w:rsidP="00973D85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lastRenderedPageBreak/>
        <w:t>dokumentacja projektowa:</w:t>
      </w:r>
    </w:p>
    <w:p w14:paraId="3C3CD04D" w14:textId="77777777" w:rsidR="00973D85" w:rsidRPr="00AD02FC" w:rsidRDefault="00973D85" w:rsidP="00973D85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56"/>
        <w:gridCol w:w="5451"/>
        <w:gridCol w:w="687"/>
        <w:gridCol w:w="1484"/>
        <w:gridCol w:w="1484"/>
      </w:tblGrid>
      <w:tr w:rsidR="00973D85" w:rsidRPr="00AD02FC" w14:paraId="2A05F837" w14:textId="77777777" w:rsidTr="005B1721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40FE31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088411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6354D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5EDA199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85D2FF6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59A93D0" w14:textId="77777777" w:rsidTr="005B1721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21015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E194A3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B415D0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</w:tr>
      <w:tr w:rsidR="00973D85" w:rsidRPr="00AD02FC" w14:paraId="08373ABF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162543D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EA9630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09" w:type="dxa"/>
            <w:vAlign w:val="bottom"/>
          </w:tcPr>
          <w:p w14:paraId="3349EDE6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14:paraId="363853E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9F81D2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838FF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907F6C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9D56B7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B88389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09" w:type="dxa"/>
            <w:vAlign w:val="bottom"/>
          </w:tcPr>
          <w:p w14:paraId="53EF4DC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14:paraId="1E876DC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C8A9A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C59A1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58C26F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37517D7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0897F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09" w:type="dxa"/>
            <w:vAlign w:val="bottom"/>
          </w:tcPr>
          <w:p w14:paraId="61478050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projektu na aktualnej mapie do celów projektowych -</w:t>
            </w:r>
          </w:p>
          <w:p w14:paraId="0F12593A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rozliczenie powykonawczo po wykazaniu przez Wykonawcę konieczności jej zastosowania (np. drogi, narady koordynacyjne itp.) lub na wniosek inwestora.</w:t>
            </w:r>
          </w:p>
          <w:p w14:paraId="4DF5C99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14:paraId="694325D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0101C6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51E46B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76AE35" w14:textId="77777777" w:rsidTr="005B1721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CBF799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48A887F9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0475277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4C6A28B" w14:textId="77777777" w:rsidTr="005B1721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6D05FB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1998B09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11BAC28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35689FD" w14:textId="77777777" w:rsidR="00973D85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</w:p>
    <w:p w14:paraId="79F85A11" w14:textId="77777777" w:rsidR="00973D85" w:rsidRPr="00AD02FC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roboty budowlane:</w:t>
      </w:r>
    </w:p>
    <w:p w14:paraId="47A42FFE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3"/>
        <w:gridCol w:w="704"/>
        <w:gridCol w:w="1484"/>
        <w:gridCol w:w="1484"/>
      </w:tblGrid>
      <w:tr w:rsidR="00973D85" w:rsidRPr="00AD02FC" w14:paraId="6A01031E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0D1F9D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26998E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81B7E7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1CF17B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0CED65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354C5815" w14:textId="77777777" w:rsidTr="005B1721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3E195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402B766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E6A766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5F9FE338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4CDBE63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1C66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44" w:type="dxa"/>
            <w:vAlign w:val="bottom"/>
          </w:tcPr>
          <w:p w14:paraId="7B824F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słupa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14:paraId="5126C24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6F920F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71D25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91CD35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13DCC65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7B1E02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44" w:type="dxa"/>
            <w:vAlign w:val="bottom"/>
          </w:tcPr>
          <w:p w14:paraId="1DF03ABE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14:paraId="240A3BF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7AACA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2A0F1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02BCFF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5A7A3AA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8EEB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3599D7F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3FFBD68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844" w:type="dxa"/>
            <w:vAlign w:val="bottom"/>
          </w:tcPr>
          <w:p w14:paraId="3B618DCC" w14:textId="77777777" w:rsidR="00973D85" w:rsidRPr="00146B0B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 xml:space="preserve">Koszt złącza ZK-1 RBK+1P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</w:t>
            </w: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>odejściowego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14:paraId="2889B10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60" w:type="dxa"/>
          </w:tcPr>
          <w:p w14:paraId="45589B2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3440F1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09702C6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251930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844" w:type="dxa"/>
            <w:vAlign w:val="bottom"/>
          </w:tcPr>
          <w:p w14:paraId="526911C7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14:paraId="23DBD6B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43C9C3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50E61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7CD22A4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C5255A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5844" w:type="dxa"/>
            <w:vAlign w:val="center"/>
          </w:tcPr>
          <w:p w14:paraId="2DAC948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14:paraId="50CBB79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24E276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B4B03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26A9D7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3B699D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844" w:type="dxa"/>
            <w:vAlign w:val="center"/>
          </w:tcPr>
          <w:p w14:paraId="6F39742C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pojedynczego ogranicznika przepięć (1 szt.) na linii napowietrznej nN.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14:paraId="0A2AA15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07D3D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FAC89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2DFF6AF9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B4E640F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961942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F7E5E9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0B8ADB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AB79B3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30CA4E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5C3CA17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5EDABC9D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</w:p>
    <w:p w14:paraId="0882B0B3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B</w:t>
      </w:r>
    </w:p>
    <w:p w14:paraId="18C17874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33"/>
        <w:gridCol w:w="694"/>
        <w:gridCol w:w="1484"/>
        <w:gridCol w:w="1484"/>
      </w:tblGrid>
      <w:tr w:rsidR="00973D85" w:rsidRPr="00AD02FC" w14:paraId="2420EEDD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5136C12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C9D9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49C796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1E9D49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28E3200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DEA984A" w14:textId="77777777" w:rsidTr="005B1721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1E785BF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A6DC49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01B9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2F18A763" w14:textId="77777777" w:rsidTr="005B1721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14:paraId="1BE1230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21" w:type="dxa"/>
            <w:vAlign w:val="bottom"/>
          </w:tcPr>
          <w:p w14:paraId="27099CB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stanowiska słupowego linii napowietrznej nN</w:t>
            </w:r>
          </w:p>
        </w:tc>
        <w:tc>
          <w:tcPr>
            <w:tcW w:w="612" w:type="dxa"/>
            <w:vAlign w:val="center"/>
          </w:tcPr>
          <w:p w14:paraId="36CDAB7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0B36BFC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E690CB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F5ABCFB" w14:textId="77777777" w:rsidTr="005B1721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14:paraId="5FDA46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21" w:type="dxa"/>
            <w:vAlign w:val="center"/>
          </w:tcPr>
          <w:p w14:paraId="53D2456D" w14:textId="77777777" w:rsidR="00973D85" w:rsidRPr="00AD02FC" w:rsidRDefault="00973D85" w:rsidP="005B1721">
            <w:pPr>
              <w:ind w:left="-80" w:firstLine="80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 sieci nN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14:paraId="44BE402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51AF5AE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F3E2D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4F1B415" w14:textId="77777777" w:rsidTr="005B1721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14:paraId="77109CA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356D11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49F52B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21" w:type="dxa"/>
            <w:vAlign w:val="center"/>
          </w:tcPr>
          <w:p w14:paraId="2F3512A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Budowa słupa typu ŻN 10 lub ŻN 12 w linii napowietrznej nN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14:paraId="2219077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353FB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68CA53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1BF71B1" w14:textId="77777777" w:rsidTr="005B1721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14:paraId="379663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F61850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921" w:type="dxa"/>
            <w:vAlign w:val="center"/>
          </w:tcPr>
          <w:p w14:paraId="7B39C2B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14:paraId="71F10BB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75BBF9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5D2597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C5B6673" w14:textId="77777777" w:rsidTr="005B1721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14:paraId="78795B0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2A52F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  <w:p w14:paraId="760AB89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921" w:type="dxa"/>
            <w:vAlign w:val="center"/>
          </w:tcPr>
          <w:p w14:paraId="1458AC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14:paraId="28D44DF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BEEF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EFF1F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4B9E1FF" w14:textId="77777777" w:rsidTr="005B1721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14:paraId="79761BA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31083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B9C518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F</w:t>
            </w:r>
          </w:p>
        </w:tc>
        <w:tc>
          <w:tcPr>
            <w:tcW w:w="5921" w:type="dxa"/>
            <w:vAlign w:val="bottom"/>
          </w:tcPr>
          <w:p w14:paraId="66F02831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 xml:space="preserve">Koszt złącza ZK-2 RBL +2P (schemat złącza kablowo - pomiarowego wg. obowiązujących standardów technicznych złączy kablowych, kablowo-pomiarowych oraz złączy napowietrznych przyłączeniowych nN w </w:t>
            </w: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>PGE Dystrybucja S.A.)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14:paraId="2642C7B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60" w:type="dxa"/>
          </w:tcPr>
          <w:p w14:paraId="6AF501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5458261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0D9B8A4" w14:textId="77777777" w:rsidTr="005B1721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A1FE2D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344DCE2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27E9D69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ECE7467" w14:textId="77777777" w:rsidTr="005B1721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4B8D535A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07C3937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74FDFC8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64001391" w14:textId="77777777" w:rsidR="00973D85" w:rsidRDefault="00973D85" w:rsidP="00973D85">
      <w:pPr>
        <w:jc w:val="center"/>
        <w:rPr>
          <w:rFonts w:cstheme="minorHAnsi"/>
          <w:b/>
        </w:rPr>
      </w:pPr>
    </w:p>
    <w:p w14:paraId="71FB888D" w14:textId="77777777" w:rsidR="00973D85" w:rsidRDefault="00973D85" w:rsidP="00973D85">
      <w:pPr>
        <w:jc w:val="center"/>
        <w:rPr>
          <w:rFonts w:cstheme="minorHAnsi"/>
          <w:b/>
        </w:rPr>
      </w:pPr>
    </w:p>
    <w:p w14:paraId="59B2721F" w14:textId="77777777" w:rsidR="00973D85" w:rsidRDefault="00973D85" w:rsidP="00973D85">
      <w:pPr>
        <w:jc w:val="center"/>
        <w:rPr>
          <w:rFonts w:cstheme="minorHAnsi"/>
          <w:b/>
        </w:rPr>
      </w:pPr>
    </w:p>
    <w:p w14:paraId="2DD0F47E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C</w:t>
      </w:r>
    </w:p>
    <w:p w14:paraId="44404876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748"/>
        <w:gridCol w:w="694"/>
        <w:gridCol w:w="1484"/>
        <w:gridCol w:w="1484"/>
      </w:tblGrid>
      <w:tr w:rsidR="00973D85" w:rsidRPr="00AD02FC" w14:paraId="5C50FED9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128A3A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F1BB7E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56BF3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95693DB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9730343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50A1A56" w14:textId="77777777" w:rsidTr="005B1721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A4DBF0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3A6FEA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883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1E6B0402" w14:textId="77777777" w:rsidTr="005B1721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14:paraId="0FA11502" w14:textId="77777777" w:rsidR="00973D85" w:rsidRPr="00AD02FC" w:rsidRDefault="00973D85" w:rsidP="005B1721">
            <w:pPr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58" w:type="dxa"/>
            <w:vAlign w:val="center"/>
          </w:tcPr>
          <w:p w14:paraId="31AFB74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14:paraId="3D18136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FAD887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F58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3B3077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A857B8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DE173E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58" w:type="dxa"/>
            <w:vAlign w:val="bottom"/>
          </w:tcPr>
          <w:p w14:paraId="0D27B6FE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>Koszt złącza ZK-3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14:paraId="47A3D47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1B8B4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02BC55F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9483FC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FBEF4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A8C85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858" w:type="dxa"/>
            <w:vAlign w:val="center"/>
          </w:tcPr>
          <w:p w14:paraId="0519B0F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14:paraId="45A65F33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Koszty związane z realizacją zadania na terenach spółek kolejowych, gazowniczych, telekomunikacyjnych, wodociągowych, itp.</w:t>
            </w:r>
          </w:p>
          <w:p w14:paraId="1A9F0A3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14:paraId="6257758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5045D4C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200AA5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BB4BC8E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29817FC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4FDD1CA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0A1011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22751DF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0FB279B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4CF42B22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4E27A66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97CC868" w14:textId="77777777" w:rsidR="00973D85" w:rsidRPr="00AD02FC" w:rsidRDefault="00973D85" w:rsidP="00973D85">
      <w:pPr>
        <w:rPr>
          <w:rFonts w:cstheme="minorHAnsi"/>
          <w:b/>
        </w:rPr>
      </w:pPr>
    </w:p>
    <w:p w14:paraId="632102F0" w14:textId="77777777" w:rsidR="00973D85" w:rsidRPr="00AD02FC" w:rsidRDefault="00973D85" w:rsidP="00973D85">
      <w:pPr>
        <w:rPr>
          <w:rFonts w:cstheme="minorHAnsi"/>
          <w:b/>
        </w:rPr>
      </w:pPr>
    </w:p>
    <w:p w14:paraId="047AA422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D</w:t>
      </w:r>
    </w:p>
    <w:p w14:paraId="6FF751E3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6834576C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E0D71B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4D15EA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F29751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47E3C0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9D1298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5AB0D692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3B0AA97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2314354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94C2EE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3477A813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D2479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B609FD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14E1893A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kablowego nN o długości do 1 m od złącza lub stacji trafo SN/nN do złącza kablowo pomiarowego kablem YAKXs 4x120 mm2 lub  YAKXs 4x240 mm2 (długość linii/przyłącza kablowego nN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obustronne wprowadzenie i podłączenie kabla w złączach  lub stacji trafo oraz ułożenie wymaganych zapasów kabla</w:t>
            </w:r>
          </w:p>
        </w:tc>
        <w:tc>
          <w:tcPr>
            <w:tcW w:w="708" w:type="dxa"/>
            <w:vAlign w:val="center"/>
          </w:tcPr>
          <w:p w14:paraId="2B5A226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BE79DD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F9E3C2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3C1090B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D77A1F0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18C6781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226B8852" w14:textId="77777777" w:rsidR="00973D85" w:rsidRPr="00CD226A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Wykonanie każdego następnego metra linii lub przyłącza kablowego nN powyżej 1 m kablem YAKXs 4x120 mm2 (długość linii/przyłącza kablowego nN liczona wg rzutu na mapie i mnożona przez skalę)</w:t>
            </w:r>
          </w:p>
        </w:tc>
        <w:tc>
          <w:tcPr>
            <w:tcW w:w="708" w:type="dxa"/>
            <w:vAlign w:val="center"/>
          </w:tcPr>
          <w:p w14:paraId="12597E1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0E4628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48F2D1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B3A792D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F84CE5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4ED27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9035EC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6156E15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5D0E93A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ZK-4 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14:paraId="134436F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AFDFA9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C82A68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0BD77B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D47BD2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42FE96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center"/>
          </w:tcPr>
          <w:p w14:paraId="0D1A717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przecisku (przepychu) kablowego, również metodą przecisku. sterowanego</w:t>
            </w:r>
          </w:p>
        </w:tc>
        <w:tc>
          <w:tcPr>
            <w:tcW w:w="708" w:type="dxa"/>
            <w:vAlign w:val="center"/>
          </w:tcPr>
          <w:p w14:paraId="4A7F693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14F39F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613105E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D473AA" w14:textId="77777777" w:rsidTr="005B1721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14:paraId="6FA5A14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40293B2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zakupu i wymiany istniejącego zamknięcia na wkładkę lub kłódkę według wytycznych do systemy Master Key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8CEDB2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02BB13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14:paraId="5DF86F5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090227E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766126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1DDDF5B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37CE4D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5965CC6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487F86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5F50EC2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3E80284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0471F31F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p w14:paraId="2288A1EA" w14:textId="77777777" w:rsidR="00973D85" w:rsidRPr="00AD02FC" w:rsidRDefault="00973D85" w:rsidP="00973D85">
      <w:pPr>
        <w:pStyle w:val="Akapitzlist"/>
        <w:ind w:left="360"/>
        <w:rPr>
          <w:rFonts w:cstheme="minorHAnsi"/>
          <w:b/>
          <w:sz w:val="20"/>
          <w:szCs w:val="20"/>
        </w:rPr>
      </w:pPr>
    </w:p>
    <w:p w14:paraId="6EB84394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E</w:t>
      </w:r>
    </w:p>
    <w:p w14:paraId="2E058019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2BC6403D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2410185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881E87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ABF0B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E179697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9F8E06C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90C3C1C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6F9B360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3075A56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C56627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7073B1F7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356ABF96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B44A6E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73C485D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złącza z wykonaniem wcinki w istniejący kabel YAKXs o przekroju od 4x120 mm2 do 4x240 mm2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</w:rPr>
              <w:t>montażu mufy lub muf przelotowych wraz z zakupem i ułożeniem</w:t>
            </w:r>
            <w:r w:rsidRPr="00AD02FC">
              <w:rPr>
                <w:rFonts w:asciiTheme="minorHAnsi" w:hAnsiTheme="minorHAnsi" w:cstheme="minorHAnsi"/>
                <w:sz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14:paraId="5550A98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12859C0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ABEB00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5D6B8D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17F3E2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97F32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0FD2B8F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ZK-3 RBL (schemat złącza kablowego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kablowego z fundamentem. Pozycja nie obejmuje kosztu uziemienia. (złącze z podstawami wraz z oszynowaniem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14:paraId="220EE56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082613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14D7CCC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1B659C2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97D0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C68037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5D5A46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6B3E1552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złącza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47C4D84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65A944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9B00B8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ED19A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9E58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bottom"/>
          </w:tcPr>
          <w:p w14:paraId="74A38AE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14:paraId="4114F758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5C61B79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BCE21A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2AF363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FDA7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vAlign w:val="bottom"/>
          </w:tcPr>
          <w:p w14:paraId="3D2133C0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14:paraId="3DCB2D1C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04" w:type="dxa"/>
          </w:tcPr>
          <w:p w14:paraId="368E554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0D6A50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56B51B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6BEC21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6F284FA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7884CA6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0E1DEFA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2E6E89E0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61AC31A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25F91D3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2D6B3471" w14:textId="45300D44" w:rsidR="00973D85" w:rsidRDefault="00973D85" w:rsidP="00973D85">
      <w:pPr>
        <w:spacing w:before="120" w:after="120"/>
        <w:rPr>
          <w:rFonts w:cstheme="minorHAnsi"/>
          <w:b/>
        </w:rPr>
      </w:pPr>
    </w:p>
    <w:p w14:paraId="04C78C3A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765B30E2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236F4790" w14:textId="77777777" w:rsidR="00973D85" w:rsidRPr="00AD02FC" w:rsidRDefault="00973D85" w:rsidP="00973D85">
      <w:pPr>
        <w:spacing w:before="120" w:after="120"/>
        <w:rPr>
          <w:rFonts w:cstheme="minorHAnsi"/>
          <w:b/>
        </w:rPr>
      </w:pPr>
      <w:r w:rsidRPr="00AD02FC">
        <w:rPr>
          <w:rFonts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973D85" w:rsidRPr="00AD02FC" w14:paraId="04850736" w14:textId="77777777" w:rsidTr="005B1721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1923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7C43D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42EAC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3537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Cena jednostkowa </w:t>
            </w:r>
          </w:p>
          <w:p w14:paraId="029A24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671B0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Cena jednostkowa z VAT</w:t>
            </w:r>
          </w:p>
        </w:tc>
      </w:tr>
      <w:tr w:rsidR="00973D85" w:rsidRPr="00AD02FC" w14:paraId="1EAA8E34" w14:textId="77777777" w:rsidTr="005B172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724C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DC79B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3670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D81AEE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31F9BD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</w:tr>
      <w:tr w:rsidR="00973D85" w:rsidRPr="00AD02FC" w14:paraId="2477456C" w14:textId="77777777" w:rsidTr="005B1721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01E278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 xml:space="preserve">Koszty budowy przyłączy napowietrznych nN i kablowych nN oraz linii kablowych i napowietrznych nN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FE00A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107D4B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</w:tr>
      <w:tr w:rsidR="00973D85" w:rsidRPr="00AD02FC" w14:paraId="169F3EA2" w14:textId="77777777" w:rsidTr="005B1721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FF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7357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przyłącza nN powyżej 1 m kablem YAKXs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195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71CF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5F99E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73D5E81" w14:textId="77777777" w:rsidTr="005B1721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83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BE1F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linii lub przyłącza kablowego nN o długości do 1 m od słupa do złącza kablowo pomiarowego kablem YAKXs 4x120 mm2 lub YAKXs 4x240 mm2 (długość linii/przyłącza kablowego nN liczona wg rzutu na mapie i mnożona przez skalę). Pozycja obejmuje: ułożenie kabla na słupie, 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2DB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FC26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6614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1274DAD" w14:textId="77777777" w:rsidTr="005B1721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3A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A9CB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linii lub przyłącza kablowego nN powyżej 1 m kablem YAKXs 4x240 mm2 (długość linii/przyłącza kablowego nN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EEC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7EB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F3E8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62F1C92" w14:textId="77777777" w:rsidTr="005B172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974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83A51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linii napowietrznej wykonanej przewodem od typu AsXSn 4x50mm2 do typu AsXSn 4x95mm2.</w:t>
            </w:r>
            <w:r w:rsidRPr="00AD02FC">
              <w:rPr>
                <w:rFonts w:cstheme="minorHAnsi"/>
              </w:rPr>
              <w:br/>
              <w:t>Pozycja obejmuje: uśredniony koszt za 1 m rzutu na mapie wraz z uwzględnieniem niezbędnego osprzętu  i niezbędnych materiałów do wyprowadzenia przewodu ze skrzynki stacyjnej na linię napowietrzną nN. do co najmniej pierwszego słupa w linii nN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0B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9F7C9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C936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C5A002F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868048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983644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60AA9D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B042ACE" w14:textId="77777777" w:rsidTr="005B1721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5C9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845A1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3E45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8CAA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735EA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26657A" w14:textId="77777777" w:rsidTr="005B1721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E2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C3A6C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wolnostojącej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132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9CC74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95FD6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5473D4" w14:textId="77777777" w:rsidTr="005B1721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E11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B4583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ZK-3 RBL + 1P (schemat złącza kablowo - pomiarowego wg. obowiązujących standardów technicznych złączy kablowych, kablowo-pomiarowych oraz złączy napowietrznych przyłączeniowych nN w PGE Dystrybucja S.A.).                                                   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8C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B1B4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69790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5C6F1A22" w14:textId="77777777" w:rsidTr="005B1721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830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A904E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ZK-4 RBL +1P (schemat złącza kablowo-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F037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A49AE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D7BCB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830FA82" w14:textId="77777777" w:rsidTr="005B1721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74E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380A3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złącza ZK-4 +RBL +3P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</w:t>
            </w:r>
            <w:r w:rsidRPr="00CD226A">
              <w:rPr>
                <w:rFonts w:cstheme="minorHAnsi"/>
              </w:rPr>
              <w:lastRenderedPageBreak/>
              <w:t>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A1F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C455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1B6CF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F7B772E" w14:textId="77777777" w:rsidTr="005B1721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037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D264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ZK-5 RBL+3P 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4C2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40769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36E4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27C8CC7" w14:textId="77777777" w:rsidTr="005B1721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1F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EC679" w14:textId="77777777" w:rsidR="00973D85" w:rsidRPr="00CD226A" w:rsidRDefault="00973D85" w:rsidP="005B1721">
            <w:pPr>
              <w:ind w:left="-80" w:firstLine="80"/>
              <w:rPr>
                <w:rFonts w:ascii="Arial" w:hAnsi="Arial" w:cs="Arial"/>
                <w:szCs w:val="18"/>
              </w:rPr>
            </w:pPr>
            <w:r w:rsidRPr="00F36D6A">
              <w:rPr>
                <w:rFonts w:cstheme="minorHAnsi"/>
              </w:rPr>
              <w:t xml:space="preserve">Koszt złącza ZK-2 RBL +1P (schemat złącza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0B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1EE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7AE0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AC0D632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1F316B4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5EDA3D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8B249A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6CB28FB" w14:textId="77777777" w:rsidTr="005B1721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63B6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155A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podłączenia złącza w miejscu istniejącego zapasu kabla YAKXs do przekroju  4x240 mm2 łącznie. Pozycja obejmuje: koszty odkopania zapasu, przecięcia i obrobienia końców kabla ,wprowadzenia do złącza.</w:t>
            </w:r>
            <w:r w:rsidRPr="00AD02FC">
              <w:rPr>
                <w:rFonts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B7D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C9A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C31A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86F6C4" w14:textId="77777777" w:rsidTr="005B1721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113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1DB94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179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0BBBA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A658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2E72FE1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92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3DA6E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budowy złącza z wykonaniem wcinki w istniejący kabel YAKXs o przekroju od 4x35 mm2 do 4x70 mm2.</w:t>
            </w:r>
            <w:r w:rsidRPr="00AD02FC">
              <w:rPr>
                <w:rFonts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72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E7FAA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8791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F4B7A10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48E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BD8CF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F36D6A">
              <w:rPr>
                <w:rFonts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97EA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4D87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6315E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DF4BBB3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D966E1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7F0922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C87B9E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2E0B5B4" w14:textId="77777777" w:rsidTr="005B1721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8C8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1FD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10,5/2,5 lub E 10,5/4,3 lub E 10,5/6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089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87D5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E6A4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9889666" w14:textId="77777777" w:rsidTr="005B1721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C14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FF62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10,5/10 lub E 10,5/12 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16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A829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1AC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AA2F86D" w14:textId="77777777" w:rsidTr="005B1721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8E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820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12/2,5 lub E 12/4,3 lub E 12/6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B420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C0C73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A70CC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EDEA2FC" w14:textId="77777777" w:rsidTr="005B1721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1534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90ED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12/10 lub E 12/12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8AE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0CA0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829D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3E4A0B7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E1F7A7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dodatkowego wyposażenia w stacji SN/nN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8A9BD5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42D1563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8C3ABCD" w14:textId="77777777" w:rsidTr="005B1721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838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1371A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dobudowy pola nN w istniejącej rozdzielni stacyjnej słupowej, rozdzielni stacji wnętrzowej oraz istniejącym złączu kablowym  (wg. obowiązujących standardów technicznych złączy kablowych, kablowo-pomiarowych oraz złączy napowietrznych przyłączeniowych nN w PGE Dystrybucja S.A.)  wraz z oszynowaniem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9E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BE4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D3FC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102DD1" w14:textId="77777777" w:rsidTr="005B1721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A5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0104D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kablowo-pomiarowego RBL+1P Układ Półpośredni (wg. obowiązujących standardów technicznych złączy kablowych, kablowo-pomiarowych oraz złączy napowietrznych przyłączeniowych nN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101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B61E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87D6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24CF64" w14:textId="77777777" w:rsidTr="005B1721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A6A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05266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E5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8AC0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5D6CD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DC023F" w14:textId="77777777" w:rsidTr="005B1721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09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D884B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7EA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1187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A390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DA8BB4" w14:textId="77777777" w:rsidTr="005B1721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0BB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0793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Koszt wymiany transformatora na słupowej stacji transformatorowej lub we wnętrzowej stacji transformatorowej. Pozycja obejmuje: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0C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73A5F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2A7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BA252AE" w14:textId="77777777" w:rsidTr="005B1721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442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90B6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zaciski wtórne transformatora z rozdzielnią nN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E8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E908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FD047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2C6874" w14:textId="77777777" w:rsidTr="005B1721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AF4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24CD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rozdzielni nN-0,4 kV słupowej stacji transformatorowej.</w:t>
            </w:r>
          </w:p>
          <w:p w14:paraId="15BADA74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61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27CF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FC9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6F69BD0" w14:textId="77777777" w:rsidTr="005B1721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F4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607F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rozdzielnicę nN z linią nN (pion obwodowy) na przewody izolowane (przekrój i typ wg projektu uzgodnionego w PGE) wraz z rurami</w:t>
            </w:r>
          </w:p>
          <w:p w14:paraId="1193C67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DD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143D9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C21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</w:tbl>
    <w:p w14:paraId="5DC439BA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jc w:val="center"/>
        <w:rPr>
          <w:rFonts w:cstheme="minorHAnsi"/>
          <w:b/>
          <w:bCs/>
          <w:u w:val="single"/>
          <w:lang w:val="x-none" w:eastAsia="x-none"/>
        </w:rPr>
      </w:pPr>
    </w:p>
    <w:p w14:paraId="4BE77321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rPr>
          <w:rFonts w:cstheme="minorHAnsi"/>
          <w:b/>
          <w:bCs/>
          <w:u w:val="single"/>
          <w:lang w:val="x-none" w:eastAsia="x-none"/>
        </w:rPr>
      </w:pPr>
      <w:r w:rsidRPr="00AD02FC">
        <w:rPr>
          <w:rFonts w:cstheme="minorHAnsi"/>
          <w:b/>
          <w:bCs/>
          <w:u w:val="single"/>
          <w:lang w:val="x-none" w:eastAsia="x-none"/>
        </w:rPr>
        <w:t>UWAGA!</w:t>
      </w:r>
    </w:p>
    <w:p w14:paraId="09389BAC" w14:textId="77777777" w:rsidR="00973D85" w:rsidRPr="00AD02FC" w:rsidRDefault="00973D85" w:rsidP="00973D85">
      <w:pPr>
        <w:widowControl w:val="0"/>
        <w:tabs>
          <w:tab w:val="left" w:pos="284"/>
        </w:tabs>
        <w:jc w:val="both"/>
        <w:rPr>
          <w:rFonts w:cstheme="minorHAnsi"/>
          <w:b/>
          <w:bCs/>
          <w:lang w:eastAsia="x-none"/>
        </w:rPr>
      </w:pPr>
      <w:r w:rsidRPr="00AD02FC">
        <w:rPr>
          <w:rFonts w:cstheme="minorHAnsi"/>
          <w:b/>
          <w:bCs/>
          <w:lang w:eastAsia="x-none"/>
        </w:rPr>
        <w:t xml:space="preserve">Jako cenę </w:t>
      </w:r>
      <w:r w:rsidRPr="00AD02FC">
        <w:rPr>
          <w:rFonts w:cstheme="minorHAnsi"/>
          <w:b/>
          <w:bCs/>
          <w:lang w:val="x-none" w:eastAsia="x-none"/>
        </w:rPr>
        <w:t>netto oferty</w:t>
      </w:r>
      <w:r w:rsidRPr="00AD02FC">
        <w:rPr>
          <w:rFonts w:cstheme="minorHAnsi"/>
          <w:b/>
          <w:bCs/>
          <w:lang w:eastAsia="x-none"/>
        </w:rPr>
        <w:t xml:space="preserve"> należy wpisać </w:t>
      </w:r>
      <w:r w:rsidRPr="00AD02FC">
        <w:rPr>
          <w:rFonts w:cstheme="minorHAnsi"/>
          <w:b/>
          <w:bCs/>
          <w:lang w:val="x-none" w:eastAsia="x-none"/>
        </w:rPr>
        <w:t>sum</w:t>
      </w:r>
      <w:r w:rsidRPr="00AD02FC">
        <w:rPr>
          <w:rFonts w:cstheme="minorHAnsi"/>
          <w:b/>
          <w:bCs/>
          <w:lang w:eastAsia="x-none"/>
        </w:rPr>
        <w:t>ę</w:t>
      </w:r>
      <w:r w:rsidRPr="00AD02FC">
        <w:rPr>
          <w:rFonts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cstheme="minorHAnsi"/>
          <w:b/>
          <w:bCs/>
          <w:lang w:val="x-none" w:eastAsia="x-none"/>
        </w:rPr>
        <w:t>.</w:t>
      </w:r>
      <w:r w:rsidRPr="00AD02FC">
        <w:rPr>
          <w:rFonts w:cstheme="minorHAnsi"/>
          <w:b/>
          <w:bCs/>
          <w:lang w:eastAsia="x-none"/>
        </w:rPr>
        <w:t xml:space="preserve"> </w:t>
      </w:r>
      <w:r w:rsidRPr="00AD02FC">
        <w:rPr>
          <w:rFonts w:cstheme="minorHAnsi"/>
          <w:b/>
          <w:bCs/>
          <w:lang w:val="x-none" w:eastAsia="x-none"/>
        </w:rPr>
        <w:t xml:space="preserve">Wykonawca wypełnia wszystkie pozycje </w:t>
      </w:r>
      <w:r w:rsidRPr="00AD02FC">
        <w:rPr>
          <w:rFonts w:cstheme="minorHAnsi"/>
          <w:b/>
          <w:bCs/>
          <w:lang w:eastAsia="x-none"/>
        </w:rPr>
        <w:t>ww tabel</w:t>
      </w:r>
      <w:r w:rsidRPr="00AD02FC">
        <w:rPr>
          <w:rFonts w:cstheme="minorHAnsi"/>
          <w:b/>
          <w:bCs/>
          <w:lang w:val="x-none" w:eastAsia="x-none"/>
        </w:rPr>
        <w:t>.</w:t>
      </w:r>
    </w:p>
    <w:p w14:paraId="5BB8D16D" w14:textId="77777777" w:rsidR="00973D85" w:rsidRPr="00AD02FC" w:rsidRDefault="00973D85" w:rsidP="00973D85">
      <w:pPr>
        <w:widowControl w:val="0"/>
        <w:tabs>
          <w:tab w:val="left" w:pos="284"/>
        </w:tabs>
        <w:rPr>
          <w:rFonts w:cstheme="minorHAnsi"/>
          <w:b/>
          <w:bCs/>
          <w:lang w:eastAsia="x-none"/>
        </w:rPr>
      </w:pPr>
    </w:p>
    <w:p w14:paraId="5C47286C" w14:textId="38F894AD" w:rsidR="00973D85" w:rsidRPr="00AD02FC" w:rsidRDefault="00973D85" w:rsidP="00973D85">
      <w:pPr>
        <w:widowControl w:val="0"/>
        <w:adjustRightInd w:val="0"/>
        <w:jc w:val="both"/>
        <w:textAlignment w:val="baseline"/>
        <w:rPr>
          <w:rFonts w:cstheme="minorHAnsi"/>
          <w:bCs/>
          <w:snapToGrid w:val="0"/>
        </w:rPr>
      </w:pPr>
      <w:r w:rsidRPr="00AD02FC">
        <w:rPr>
          <w:rFonts w:cstheme="minorHAnsi"/>
          <w:bCs/>
          <w:snapToGrid w:val="0"/>
        </w:rPr>
        <w:t xml:space="preserve">Nawiązując do ogłoszenia o przetargu nieograniczonym na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1A358A" w:rsidRPr="00B7627D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R9 Gmina Nadarzyn</w:t>
      </w:r>
      <w:r w:rsidRPr="00AD02FC">
        <w:rPr>
          <w:rFonts w:cstheme="minorHAnsi"/>
          <w:b/>
          <w:bCs/>
          <w:noProof/>
        </w:rPr>
        <w:fldChar w:fldCharType="end"/>
      </w:r>
      <w:r w:rsidRPr="00AD02FC">
        <w:rPr>
          <w:rFonts w:cstheme="minorHAnsi"/>
          <w:spacing w:val="-1"/>
        </w:rPr>
        <w:t>:</w:t>
      </w:r>
      <w:r w:rsidRPr="00AD02FC">
        <w:rPr>
          <w:rFonts w:cstheme="minorHAnsi"/>
        </w:rPr>
        <w:t xml:space="preserve">. Zamówienie będzie realizowane w okresie do </w:t>
      </w:r>
      <w:r w:rsidRPr="00CC3A01">
        <w:rPr>
          <w:rFonts w:cstheme="minorHAnsi"/>
          <w:b/>
          <w:noProof/>
        </w:rPr>
        <w:fldChar w:fldCharType="begin"/>
      </w:r>
      <w:r w:rsidRPr="00CC3A01">
        <w:rPr>
          <w:rFonts w:cstheme="minorHAnsi"/>
          <w:b/>
          <w:noProof/>
        </w:rPr>
        <w:instrText xml:space="preserve"> MERGEFIELD termin_realizacji </w:instrText>
      </w:r>
      <w:r w:rsidRPr="00CC3A01">
        <w:rPr>
          <w:rFonts w:cstheme="minorHAnsi"/>
          <w:b/>
          <w:noProof/>
        </w:rPr>
        <w:fldChar w:fldCharType="separate"/>
      </w:r>
      <w:r w:rsidR="001A358A" w:rsidRPr="00B7627D">
        <w:rPr>
          <w:rFonts w:cstheme="minorHAnsi"/>
          <w:b/>
          <w:noProof/>
        </w:rPr>
        <w:t>27.05.2027</w:t>
      </w:r>
      <w:r w:rsidRPr="00CC3A01">
        <w:rPr>
          <w:rFonts w:cstheme="minorHAnsi"/>
          <w:b/>
          <w:noProof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CC3A01">
        <w:rPr>
          <w:rFonts w:cstheme="minorHAnsi"/>
          <w:b/>
        </w:rPr>
        <w:t>1 500 000,00 zł netto</w:t>
      </w:r>
      <w:r>
        <w:rPr>
          <w:rFonts w:cstheme="minorHAnsi"/>
          <w:bCs/>
          <w:snapToGrid w:val="0"/>
        </w:rPr>
        <w:t xml:space="preserve"> </w:t>
      </w:r>
      <w:r w:rsidRPr="00AD02FC">
        <w:rPr>
          <w:rFonts w:cstheme="minorHAnsi"/>
          <w:bCs/>
          <w:snapToGrid w:val="0"/>
        </w:rPr>
        <w:t>- oferujemy wykonanie zamówienia, zgodnie z wymogami zawartymi w Specyfikacji Technicznej:</w:t>
      </w:r>
    </w:p>
    <w:p w14:paraId="33A892FF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56E85137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30E6B1AB" w14:textId="3AD34AC6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  <w:r w:rsidRPr="00AD02FC">
        <w:rPr>
          <w:rFonts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14:paraId="1D3ABF52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14:paraId="71CA6A3A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Kwota VAT: zł …………………, wg stawki: …………… %</w:t>
      </w:r>
    </w:p>
    <w:p w14:paraId="7D5A312C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14:paraId="081D59CD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14:paraId="690AC7D7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 xml:space="preserve">Udzielamy gwarancji i </w:t>
      </w:r>
      <w:r w:rsidRPr="00AD02FC">
        <w:rPr>
          <w:rFonts w:cstheme="minorHAnsi"/>
          <w:b/>
        </w:rPr>
        <w:t xml:space="preserve">rękojmi </w:t>
      </w:r>
      <w:r w:rsidRPr="00AD02FC">
        <w:rPr>
          <w:rFonts w:cstheme="minorHAnsi"/>
        </w:rPr>
        <w:t>na okres 36 miesięcy na wykonany przedmiot umowy wraz z zamontowanymi urządzeniami, licząc od daty podpisania przez Zamawiającego protokołu odbioru każdego przyłącza.</w:t>
      </w:r>
    </w:p>
    <w:p w14:paraId="5DA1700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>Oświadczenia Wykonawcy.</w:t>
      </w:r>
    </w:p>
    <w:p w14:paraId="1554809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Zobowiązuję się do realizacji przyłączy w terminach określonych wg zasad zawartych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65D6AB00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termin płatności i sposób jej realizacji określonych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776B0007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wskazany w </w:t>
      </w:r>
      <w:r>
        <w:rPr>
          <w:rFonts w:cstheme="minorHAnsi"/>
        </w:rPr>
        <w:t>SWZ</w:t>
      </w:r>
      <w:r w:rsidRPr="00AD02FC">
        <w:rPr>
          <w:rFonts w:cstheme="minorHAnsi"/>
        </w:rPr>
        <w:t xml:space="preserve"> okres związania ofertą tj. </w:t>
      </w:r>
      <w:r>
        <w:rPr>
          <w:rFonts w:cstheme="minorHAnsi"/>
        </w:rPr>
        <w:t>45</w:t>
      </w:r>
      <w:r w:rsidRPr="00AD02FC">
        <w:rPr>
          <w:rFonts w:cstheme="minorHAnsi"/>
        </w:rPr>
        <w:t xml:space="preserve"> dni oraz wzór umowy stanowiący załącznik nr 5 do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5EED155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14:paraId="48595E56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lastRenderedPageBreak/>
        <w:t xml:space="preserve"> </w:t>
      </w:r>
      <w:r w:rsidRPr="00AD02FC">
        <w:rPr>
          <w:rFonts w:cstheme="minorHAnsi"/>
        </w:rPr>
        <w:tab/>
        <w:t xml:space="preserve">Oświadczam, że oferta nie zawiera/zawiera informacje stanowiące tajemnicę przedsiębiorstwa.  </w:t>
      </w:r>
    </w:p>
    <w:p w14:paraId="30058E6E" w14:textId="2068DF13" w:rsidR="00973D85" w:rsidRPr="00AD02FC" w:rsidRDefault="00973D85" w:rsidP="00451564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 </w:t>
      </w:r>
      <w:r w:rsidRPr="00AD02FC">
        <w:rPr>
          <w:rFonts w:cstheme="minorHAnsi"/>
        </w:rPr>
        <w:tab/>
        <w:t>Informacje poufne są zawarte na następujących stronach oferty …………………… i zostały opatrzone napisem  „POUFNE”.</w:t>
      </w:r>
    </w:p>
    <w:p w14:paraId="6035EF78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zapoznaliśmy się z zasadami określonymi w Kodeksie Postępowania dla Partnerów Biznesowych PGE Dystrybucja S.A. oraz Dobrych Praktykach Zakupowych PGE Dystrybucja S.A. 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14:paraId="1030C2D0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14:paraId="39AE4E79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14:paraId="6F055889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Zamówienie </w:t>
      </w:r>
      <w:r w:rsidRPr="00AD02FC">
        <w:rPr>
          <w:rFonts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cstheme="minorHAnsi"/>
        </w:rPr>
        <w:t>…………………..</w:t>
      </w:r>
    </w:p>
    <w:p w14:paraId="3B228524" w14:textId="77777777" w:rsidR="00973D85" w:rsidRPr="00AD02FC" w:rsidRDefault="00973D85" w:rsidP="00973D85">
      <w:pPr>
        <w:widowControl w:val="0"/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  <w:b/>
          <w:snapToGrid w:val="0"/>
        </w:rPr>
        <w:t>Załączniki do oferty:</w:t>
      </w:r>
    </w:p>
    <w:p w14:paraId="365A9C3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4D2766D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7BA0E173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left="709" w:hanging="709"/>
        <w:jc w:val="both"/>
        <w:rPr>
          <w:rFonts w:cstheme="minorHAnsi"/>
        </w:rPr>
      </w:pPr>
    </w:p>
    <w:p w14:paraId="65F60471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A1553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0F20A239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1FC1F8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05248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1FA3C610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68F2207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BD4481A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Zaleca się określenie zawartości oferty poprzez uzupełnienie poniższego zapisu:</w:t>
      </w:r>
    </w:p>
    <w:p w14:paraId="09DEE33E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Załącznik do oferty zawierają ........... zapisanych stron, podpisanych i ponumerowanych zgodnie z wymogami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46C0742D" w14:textId="77777777" w:rsidR="00973D85" w:rsidRPr="00AD02FC" w:rsidRDefault="00973D85" w:rsidP="00973D85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cstheme="minorHAnsi"/>
        </w:rPr>
      </w:pPr>
      <w:r w:rsidRPr="00AD02FC">
        <w:rPr>
          <w:rFonts w:cstheme="minorHAnsi"/>
        </w:rPr>
        <w:t>…………………………………………………………….</w:t>
      </w:r>
    </w:p>
    <w:p w14:paraId="6035B418" w14:textId="58DBB0F2" w:rsidR="00973D85" w:rsidRDefault="00973D85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  <w:r w:rsidRPr="00AD02FC">
        <w:rPr>
          <w:rFonts w:cstheme="minorHAnsi"/>
          <w:i/>
        </w:rPr>
        <w:t>(data i podpis osoby uprawnionej do składania oświadczeń woli w imieniu Wykonawcy)</w:t>
      </w:r>
    </w:p>
    <w:p w14:paraId="7F20080E" w14:textId="091FB38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036D155" w14:textId="63EE32A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41A281B" w14:textId="37B4B9F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B4E6B68" w14:textId="782D9DA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9052BDE" w14:textId="2038ABF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92AA42F" w14:textId="28C2A76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7EB42FB" w14:textId="77777777" w:rsidR="00997374" w:rsidRDefault="00997374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4A89B6" w14:textId="77777777" w:rsidR="00997374" w:rsidRDefault="00997374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FC1D6ED" w14:textId="77777777" w:rsidR="00997374" w:rsidRDefault="00997374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8F6671F" w14:textId="4E4438E1" w:rsidR="00511D6E" w:rsidRDefault="00511D6E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5D3E895" w14:textId="545FFED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9F432A3" w14:textId="77777777" w:rsidR="00511D6E" w:rsidRDefault="00511D6E" w:rsidP="00511D6E">
      <w:pPr>
        <w:ind w:left="2552" w:hanging="2552"/>
        <w:jc w:val="right"/>
        <w:rPr>
          <w:rFonts w:ascii="Verdana" w:eastAsia="Verdana" w:hAnsi="Verdana" w:cs="Times New Roman"/>
          <w:b/>
        </w:rPr>
      </w:pPr>
      <w:r>
        <w:rPr>
          <w:rFonts w:ascii="Verdana" w:eastAsia="Verdana" w:hAnsi="Verdana" w:cs="Times New Roman"/>
          <w:b/>
        </w:rPr>
        <w:t>ZAŁĄCZNIK NR 6</w:t>
      </w:r>
      <w:r w:rsidRPr="00CC7E12">
        <w:rPr>
          <w:rFonts w:ascii="Verdana" w:eastAsia="Verdana" w:hAnsi="Verdana" w:cs="Times New Roman"/>
          <w:b/>
        </w:rPr>
        <w:t xml:space="preserve"> DO SWZ –  OŚWIADCZENIE O BRAKU PODSTAW WYKLUCZENIA NA PODSTAWIE PRZESŁANEK WSKAZANYCH W PRZEPISACH USTAWY O SZCZEGÓLNYCH ROZWIĄZANIACH W ZAKRESIE PRZECIWDZIAŁANIA WSPIERANIU AGRESJI NA UKRAINĘ ORAZ ROZPORZĄDZENIA (UE) 2022/576 </w:t>
      </w:r>
      <w:r>
        <w:rPr>
          <w:rFonts w:ascii="Verdana" w:eastAsia="Verdana" w:hAnsi="Verdana" w:cs="Times New Roman"/>
          <w:b/>
        </w:rPr>
        <w:t xml:space="preserve">Z DNIA 8 KWIETNIA 2022 R. </w:t>
      </w:r>
    </w:p>
    <w:p w14:paraId="484761F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758731C0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511D6E" w:rsidRPr="006B56FD" w14:paraId="065BA8F9" w14:textId="77777777" w:rsidTr="005B1721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5E8C82D7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F84681E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259B23F6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BBF5EC5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7A3939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961000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94A40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0A74CF5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2D401159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63B9C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48978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8D11D8E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496790E0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52DB55F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6593C8BD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7188E29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2B696BD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56E07F7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p w14:paraId="69344859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15C87253" w14:textId="77777777" w:rsidR="00511D6E" w:rsidRPr="00CC7E12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45D69485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540C9F43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0346AB3B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49239A66" w14:textId="77777777" w:rsidR="00511D6E" w:rsidRPr="00CC7E12" w:rsidRDefault="00511D6E" w:rsidP="00511D6E">
      <w:pPr>
        <w:jc w:val="both"/>
        <w:rPr>
          <w:rFonts w:cstheme="minorHAnsi"/>
        </w:rPr>
      </w:pPr>
    </w:p>
    <w:p w14:paraId="75E71C16" w14:textId="3F5FEB31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>
        <w:rPr>
          <w:rFonts w:cstheme="minorHAnsi"/>
          <w:b/>
          <w:i/>
        </w:rPr>
        <w:fldChar w:fldCharType="begin"/>
      </w:r>
      <w:r>
        <w:rPr>
          <w:rFonts w:cstheme="minorHAnsi"/>
          <w:b/>
          <w:i/>
        </w:rPr>
        <w:instrText xml:space="preserve"> MERGEFIELD nazwa_post </w:instrText>
      </w:r>
      <w:r>
        <w:rPr>
          <w:rFonts w:cstheme="minorHAnsi"/>
          <w:b/>
          <w:i/>
        </w:rPr>
        <w:fldChar w:fldCharType="separate"/>
      </w:r>
      <w:r w:rsidR="001A358A" w:rsidRPr="00B7627D">
        <w:rPr>
          <w:rFonts w:cstheme="minorHAnsi"/>
          <w:b/>
          <w:i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R9 Gmina Nadarzyn</w:t>
      </w:r>
      <w:r>
        <w:rPr>
          <w:rFonts w:cstheme="minorHAnsi"/>
          <w:b/>
          <w:i/>
        </w:rPr>
        <w:fldChar w:fldCharType="end"/>
      </w:r>
      <w:r w:rsidRPr="00CC7E12">
        <w:rPr>
          <w:rFonts w:cstheme="minorHAnsi"/>
        </w:rPr>
        <w:t xml:space="preserve">, nr </w:t>
      </w:r>
      <w:r>
        <w:rPr>
          <w:rFonts w:cstheme="minorHAnsi"/>
          <w:b/>
        </w:rPr>
        <w:fldChar w:fldCharType="begin"/>
      </w:r>
      <w:r>
        <w:rPr>
          <w:rFonts w:cstheme="minorHAnsi"/>
          <w:b/>
        </w:rPr>
        <w:instrText xml:space="preserve"> MERGEFIELD nr_postepowania </w:instrText>
      </w:r>
      <w:r>
        <w:rPr>
          <w:rFonts w:cstheme="minorHAnsi"/>
          <w:b/>
        </w:rPr>
        <w:fldChar w:fldCharType="separate"/>
      </w:r>
      <w:r w:rsidR="001A358A" w:rsidRPr="00B7627D">
        <w:rPr>
          <w:rFonts w:cstheme="minorHAnsi"/>
          <w:b/>
          <w:noProof/>
        </w:rPr>
        <w:t>POST/DYS/OW/GZ/04229/2025</w:t>
      </w:r>
      <w:r>
        <w:rPr>
          <w:rFonts w:cstheme="minorHAnsi"/>
          <w:b/>
        </w:rPr>
        <w:fldChar w:fldCharType="end"/>
      </w:r>
      <w:r w:rsidRPr="00CC7E12">
        <w:rPr>
          <w:rFonts w:cstheme="minorHAnsi"/>
        </w:rPr>
        <w:t xml:space="preserve">, prowadzonego przez </w:t>
      </w:r>
      <w:r w:rsidRPr="00733F6D"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E2D7174" w14:textId="77777777" w:rsidR="00511D6E" w:rsidRPr="00CC7E12" w:rsidRDefault="00511D6E" w:rsidP="00511D6E">
      <w:pPr>
        <w:jc w:val="both"/>
        <w:rPr>
          <w:rFonts w:cstheme="minorHAnsi"/>
        </w:rPr>
      </w:pPr>
    </w:p>
    <w:p w14:paraId="7066338C" w14:textId="77777777" w:rsidR="00511D6E" w:rsidRPr="00CC7E12" w:rsidRDefault="00511D6E" w:rsidP="00511D6E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1BD47BD8" w14:textId="44B2CD74" w:rsidR="00511D6E" w:rsidRPr="000D3311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2"/>
      </w:r>
    </w:p>
    <w:p w14:paraId="1A80A758" w14:textId="53B2ED44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12453D9F" w14:textId="502A2F5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672C17" w14:textId="392C2EBB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6F0983A3" w14:textId="7DC4A40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BD5BB91" w14:textId="2F08BBDC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1BA350" w14:textId="77777777" w:rsidR="000D3311" w:rsidRPr="002C2C2F" w:rsidRDefault="000D3311" w:rsidP="000D3311">
      <w:pPr>
        <w:spacing w:after="0" w:line="288" w:lineRule="auto"/>
        <w:ind w:left="284"/>
        <w:jc w:val="both"/>
        <w:rPr>
          <w:rFonts w:cstheme="minorHAnsi"/>
          <w:bCs/>
        </w:rPr>
      </w:pPr>
    </w:p>
    <w:p w14:paraId="419FDC38" w14:textId="77777777" w:rsidR="00511D6E" w:rsidRPr="002C2C2F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lastRenderedPageBreak/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3"/>
      </w:r>
    </w:p>
    <w:p w14:paraId="2CD02683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862451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D011A21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2E546C95" w14:textId="1D30A9C4" w:rsidR="00511D6E" w:rsidRDefault="00511D6E" w:rsidP="00511D6E">
      <w:pPr>
        <w:jc w:val="both"/>
        <w:rPr>
          <w:rFonts w:cstheme="minorHAnsi"/>
        </w:rPr>
      </w:pPr>
    </w:p>
    <w:p w14:paraId="6EED84B7" w14:textId="4002E552" w:rsidR="000D3311" w:rsidRDefault="000D3311" w:rsidP="00511D6E">
      <w:pPr>
        <w:jc w:val="both"/>
        <w:rPr>
          <w:rFonts w:cstheme="minorHAnsi"/>
        </w:rPr>
      </w:pPr>
    </w:p>
    <w:p w14:paraId="4A244365" w14:textId="77777777" w:rsidR="000D3311" w:rsidRPr="00CC7E12" w:rsidRDefault="000D3311" w:rsidP="00511D6E">
      <w:pPr>
        <w:jc w:val="both"/>
        <w:rPr>
          <w:rFonts w:cstheme="minorHAnsi"/>
        </w:rPr>
      </w:pPr>
    </w:p>
    <w:p w14:paraId="77D66F0F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786F97F8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6C25F94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7DA1B0D" w14:textId="37188322" w:rsidR="00511D6E" w:rsidRDefault="00511D6E" w:rsidP="00511D6E">
      <w:pPr>
        <w:jc w:val="both"/>
        <w:rPr>
          <w:rFonts w:cstheme="minorHAnsi"/>
          <w:i/>
        </w:rPr>
      </w:pPr>
    </w:p>
    <w:p w14:paraId="426B86CB" w14:textId="77777777" w:rsidR="000D3311" w:rsidRPr="00CC7E12" w:rsidRDefault="000D3311" w:rsidP="00511D6E">
      <w:pPr>
        <w:jc w:val="both"/>
        <w:rPr>
          <w:rFonts w:cstheme="minorHAnsi"/>
          <w:i/>
        </w:rPr>
      </w:pPr>
    </w:p>
    <w:p w14:paraId="554C8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349DF67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0C54CC" w14:textId="6529291E" w:rsidR="00511D6E" w:rsidRDefault="00511D6E" w:rsidP="00511D6E">
      <w:pPr>
        <w:jc w:val="both"/>
        <w:rPr>
          <w:rFonts w:cstheme="minorHAnsi"/>
        </w:rPr>
      </w:pPr>
    </w:p>
    <w:p w14:paraId="3775AAF8" w14:textId="74876C46" w:rsidR="000D3311" w:rsidRPr="00CC7E12" w:rsidRDefault="000D3311" w:rsidP="00511D6E">
      <w:pPr>
        <w:jc w:val="both"/>
        <w:rPr>
          <w:rFonts w:cstheme="minorHAnsi"/>
        </w:rPr>
      </w:pPr>
    </w:p>
    <w:p w14:paraId="181E0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52652E2D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0EA949C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0F7FC0B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3311F903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538AC693" w14:textId="77777777" w:rsidR="00511D6E" w:rsidRPr="00CC7E12" w:rsidRDefault="00511D6E" w:rsidP="00511D6E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lastRenderedPageBreak/>
        <w:t>(wskazać dokumenty określające beneficjentów rzeczywistych/podmiotowy środek dowodowy, adres internetowy, wydający urząd lub organ, dokładne dane referencyjne dokumentacji)</w:t>
      </w:r>
    </w:p>
    <w:p w14:paraId="0DF0D11E" w14:textId="77777777" w:rsidR="00511D6E" w:rsidRPr="00CC7E12" w:rsidRDefault="00511D6E" w:rsidP="00511D6E">
      <w:pPr>
        <w:jc w:val="both"/>
        <w:rPr>
          <w:rFonts w:cstheme="minorHAnsi"/>
          <w:sz w:val="16"/>
        </w:rPr>
      </w:pPr>
    </w:p>
    <w:p w14:paraId="6A932BF6" w14:textId="77777777" w:rsidR="00511D6E" w:rsidRDefault="00511D6E" w:rsidP="00511D6E">
      <w:pPr>
        <w:rPr>
          <w:rFonts w:cstheme="minorHAnsi"/>
        </w:rPr>
      </w:pPr>
    </w:p>
    <w:p w14:paraId="2B0A61D2" w14:textId="77777777" w:rsidR="00511D6E" w:rsidRDefault="00511D6E" w:rsidP="00511D6E">
      <w:pPr>
        <w:rPr>
          <w:rFonts w:cstheme="minorHAnsi"/>
        </w:rPr>
      </w:pPr>
    </w:p>
    <w:p w14:paraId="48578CE1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61C47A8A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99DE210" w14:textId="1B3C9DC2" w:rsidR="00511D6E" w:rsidRDefault="00511D6E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>
        <w:rPr>
          <w:rFonts w:ascii="Verdana" w:eastAsia="Verdana" w:hAnsi="Verdana" w:cs="Times New Roman"/>
        </w:rPr>
        <w:tab/>
      </w:r>
    </w:p>
    <w:p w14:paraId="7F7CD1A5" w14:textId="59C6B7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78A0DBB" w14:textId="2E3B7A7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D6C887" w14:textId="0150BBB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13D97C0" w14:textId="5FD8162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FD649A7" w14:textId="65564AC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80567E" w14:textId="4A438FF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CF7ABD0" w14:textId="26590BF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2D82D6" w14:textId="5B80577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5A8D536" w14:textId="3AC484F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02D9242" w14:textId="616B5B7E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A1D540" w14:textId="03143E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AF5606" w14:textId="7F64325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EC104B" w14:textId="3604909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82C73E1" w14:textId="416EF75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146C7F" w14:textId="3207BE2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173EE0" w14:textId="632E882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2AA66D" w14:textId="33958E41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7F334D" w14:textId="0FB73AB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354B9CE" w14:textId="6F800CF9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E7E9FB3" w14:textId="19E19A9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F4D60A" w14:textId="707C1B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44760AE" w14:textId="44D36F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7A7399" w14:textId="3E4B406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7F37AD3" w14:textId="22EF28E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C012239" w14:textId="577BA78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DD74867" w14:textId="266653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E9EFED1" w14:textId="71B378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D33BEAC" w14:textId="7F25792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BA4C1BA" w14:textId="32585C1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2D24E34" w14:textId="3AC2AC6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5E0054" w14:textId="2DCD9FB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743353" w14:textId="17B8DC85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9F0A52C" w14:textId="64AA1EE1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6F9A31" w14:textId="25979FDD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DC9822" w14:textId="77777777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DAFE95" w14:textId="6973C6B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99C8DBE" w14:textId="6653EA7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C57EE77" w14:textId="43BB274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DDED8C5" w14:textId="4C44D99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85B46AD" w14:textId="77777777" w:rsidR="000D3311" w:rsidRPr="002C2C2F" w:rsidRDefault="000D3311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2542C2A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D24FD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0D334D47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04285BE3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511D6E" w:rsidRPr="006B56FD" w14:paraId="10031698" w14:textId="77777777" w:rsidTr="005B1721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1B59C4B2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5DDBA11A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DC04460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640C003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B71736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A6446E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401C126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25B9A7C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F424C0E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C9A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A603881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8645FA9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3DB6DC71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B33B33E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9B417C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9702358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5E08CE4B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9B417C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2DEFFA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1868608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0D0BF52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63485B2B" w14:textId="77777777" w:rsidR="00511D6E" w:rsidRDefault="00511D6E" w:rsidP="00511D6E">
      <w:pPr>
        <w:rPr>
          <w:rFonts w:eastAsia="Verdana" w:cs="Times New Roman"/>
          <w:szCs w:val="18"/>
        </w:rPr>
      </w:pPr>
    </w:p>
    <w:p w14:paraId="69DE6B2B" w14:textId="257D004A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1A358A" w:rsidRPr="00B7627D">
        <w:rPr>
          <w:rFonts w:cstheme="minorHAnsi"/>
          <w:noProof/>
          <w:lang w:eastAsia="pl-PL"/>
        </w:rPr>
        <w:t>POST/DYS/OW/GZ/04229/2025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1A358A" w:rsidRPr="00B7627D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Jeziorna obszar R9 Gmina Nadarzyn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>
        <w:rPr>
          <w:rFonts w:cstheme="minorHAnsi"/>
          <w:lang w:eastAsia="pl-PL"/>
        </w:rPr>
        <w:t xml:space="preserve"> w okresie ostatnich 5</w:t>
      </w:r>
      <w:r w:rsidRPr="000D24FD">
        <w:rPr>
          <w:rFonts w:cstheme="minorHAnsi"/>
          <w:lang w:eastAsia="pl-PL"/>
        </w:rPr>
        <w:t xml:space="preserve"> lat przed upływem terminu składania</w:t>
      </w:r>
      <w:r>
        <w:rPr>
          <w:rFonts w:cstheme="minorHAnsi"/>
          <w:lang w:eastAsia="pl-PL"/>
        </w:rPr>
        <w:t xml:space="preserve"> Ofert wykonaliśmy następujące </w:t>
      </w:r>
      <w:r w:rsidRPr="000D24FD">
        <w:rPr>
          <w:rFonts w:cstheme="minorHAnsi"/>
        </w:rPr>
        <w:t>usługi</w:t>
      </w:r>
      <w:r>
        <w:rPr>
          <w:rFonts w:cstheme="minorHAnsi"/>
        </w:rPr>
        <w:t xml:space="preserve"> 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14C2412B" w14:textId="77777777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511D6E" w:rsidRPr="000D24FD" w14:paraId="1F82B020" w14:textId="77777777" w:rsidTr="005B1721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7B4ABB5A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7D025664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5DB92D57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240D5BEB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2F8BFCC5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286CE676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74D20EFC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995DCBF" w14:textId="77777777" w:rsidR="00511D6E" w:rsidRPr="00DC202A" w:rsidRDefault="00511D6E" w:rsidP="005B1721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45426753" w14:textId="77777777" w:rsidR="00511D6E" w:rsidRPr="00DC202A" w:rsidRDefault="00511D6E" w:rsidP="005B1721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511D6E" w:rsidRPr="000D24FD" w14:paraId="250299CD" w14:textId="77777777" w:rsidTr="005B1721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73AB6E59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12B54B6A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501AD761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  <w:bottom w:val="single" w:sz="6" w:space="0" w:color="auto"/>
            </w:tcBorders>
            <w:shd w:val="clear" w:color="auto" w:fill="EFF5E0" w:themeFill="accent1" w:themeFillTint="33"/>
            <w:vAlign w:val="center"/>
          </w:tcPr>
          <w:p w14:paraId="30C59515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26F50F3C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22564B03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388803D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8F50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</w:tr>
      <w:tr w:rsidR="00511D6E" w:rsidRPr="000D24FD" w14:paraId="7B4A3517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FD3079D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 w:rsidRPr="00AE3D2D">
              <w:rPr>
                <w:rFonts w:cstheme="minorHAnsi"/>
              </w:rPr>
              <w:t>1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DD8107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34FB830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DDDA4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B23D0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DCD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6BD5FDE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8E39F6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F67098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EE6964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2102C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4815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691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1C676A2B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0B7983DF" w14:textId="77777777" w:rsidR="00511D6E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  <w:p w14:paraId="4FC4C17A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A3F396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7689838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4878F7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85FC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96C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39B8B35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4660B75B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766FFB2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156BF6C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E7031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E582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B9D9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46CB06A3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21382DC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340BD4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5AA170C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43016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A89D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DAE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806C30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75CA82B0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504943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4BB712F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</w:tcBorders>
            <w:vAlign w:val="center"/>
          </w:tcPr>
          <w:p w14:paraId="495F79D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ED27E2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95D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673C0CD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1B83E3B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54383B6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C4B62F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32160D2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728C3B1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8C4DE2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8AE8D1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125652" w14:textId="77777777" w:rsidR="00511D6E" w:rsidRPr="000D24FD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71864AB3" w14:textId="77777777" w:rsidR="00511D6E" w:rsidRPr="000D24FD" w:rsidRDefault="00511D6E" w:rsidP="00511D6E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</w:t>
      </w:r>
      <w:r>
        <w:rPr>
          <w:rFonts w:cstheme="minorHAnsi"/>
        </w:rPr>
        <w:t xml:space="preserve">potwierdzające, że ww. usługi </w:t>
      </w:r>
      <w:r w:rsidRPr="000D24FD">
        <w:rPr>
          <w:rFonts w:cstheme="minorHAnsi"/>
        </w:rPr>
        <w:t>zostały wykonane lub są wykonywane należycie.</w:t>
      </w:r>
    </w:p>
    <w:p w14:paraId="47EC96BC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5A5F95D1" w14:textId="77777777" w:rsidR="00511D6E" w:rsidRDefault="00511D6E" w:rsidP="00511D6E">
      <w:pPr>
        <w:rPr>
          <w:rFonts w:cstheme="minorHAnsi"/>
        </w:rPr>
      </w:pPr>
    </w:p>
    <w:p w14:paraId="200365DE" w14:textId="77777777" w:rsidR="00511D6E" w:rsidRDefault="00511D6E" w:rsidP="00511D6E">
      <w:pPr>
        <w:rPr>
          <w:rFonts w:cstheme="minorHAnsi"/>
        </w:rPr>
      </w:pPr>
    </w:p>
    <w:p w14:paraId="3D67C18D" w14:textId="77777777" w:rsidR="00511D6E" w:rsidRDefault="00511D6E" w:rsidP="00511D6E">
      <w:pPr>
        <w:rPr>
          <w:rFonts w:cstheme="minorHAnsi"/>
        </w:rPr>
      </w:pPr>
    </w:p>
    <w:p w14:paraId="50791823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509FCF5B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DE2AB54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C14A31" w14:textId="70FC855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293F342" w14:textId="0C6069B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9C354E2" w14:textId="4469D27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BAE70F" w14:textId="532230D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1B83272" w14:textId="70337E1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27A24D0" w14:textId="45753CB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DA6DADF" w14:textId="282E8F4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3BC441" w14:textId="0EAD544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86AB3E" w14:textId="199C4F38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97E01A" w14:textId="6635DD4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B764CCD" w14:textId="0B2EFF0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4FAEA31" w14:textId="3EF5E2E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0DDE4D" w14:textId="3FAB2FD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55688F2" w14:textId="51ABCBB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6B2A064" w14:textId="3C06947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37B320F" w14:textId="66D8A0D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F9E896F" w14:textId="578A76A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5F73604" w14:textId="4F6D519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FDFDD81" w14:textId="24D33E8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712088C" w14:textId="761B9D0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64CF7F" w14:textId="0579912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3C1F92E" w14:textId="3F73E87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CAA7F10" w14:textId="22A76D3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C1640AF" w14:textId="2A52F8B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C1CD408" w14:textId="38EA40FE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DCC3056" w14:textId="31D380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A05C5F6" w14:textId="05AE7D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2216276" w14:textId="30D71C3A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62B3C3" w14:textId="1D21DFAE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78ED71A" w14:textId="77777777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AA2245" w14:textId="0BDA4279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F34E084" w14:textId="3AB8F4F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4998BE1" w14:textId="673A6B4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3240E9" w14:textId="18A098A9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40D4B88" w14:textId="7261315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5AED576" w14:textId="61410D2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7B971AC" w14:textId="680768A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8558E44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855FF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 xml:space="preserve">8 DO SWZ – WYKAZ OSÓB </w:t>
      </w:r>
    </w:p>
    <w:p w14:paraId="253F8785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113EB15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511D6E" w:rsidRPr="000855FF" w14:paraId="4CEC3673" w14:textId="77777777" w:rsidTr="005B1721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D271188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ED85297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BE54FEF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07385EF1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89EF23C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4BFA17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66A3335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DF679C3" w14:textId="77777777" w:rsidR="00511D6E" w:rsidRPr="000855FF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13A9F4CD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11078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6181CE0B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BCA5EFA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DAA74A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F49668E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DF0518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47741F93" w14:textId="77777777" w:rsidR="00511D6E" w:rsidRPr="000855FF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1CF1B0C6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7F174AFB" w14:textId="77777777" w:rsidR="00511D6E" w:rsidRDefault="00511D6E" w:rsidP="00511D6E">
      <w:pPr>
        <w:jc w:val="both"/>
        <w:rPr>
          <w:rFonts w:ascii="Verdana" w:eastAsia="Verdana" w:hAnsi="Verdana" w:cs="Times New Roman"/>
        </w:rPr>
      </w:pPr>
    </w:p>
    <w:p w14:paraId="3BA48215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311F460F" w14:textId="77777777" w:rsidR="00511D6E" w:rsidRPr="000855FF" w:rsidRDefault="00511D6E" w:rsidP="00511D6E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7CF6C8B" w14:textId="338B5259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1A358A" w:rsidRPr="00B7627D">
        <w:rPr>
          <w:rFonts w:cstheme="minorHAnsi"/>
          <w:noProof/>
          <w:lang w:eastAsia="pl-PL"/>
        </w:rPr>
        <w:t>POST/DYS/OW/GZ/04229/2025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1A358A" w:rsidRPr="00B7627D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Jeziorna obszar R9 Gmina Nadarzyn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</w:t>
      </w:r>
      <w:r>
        <w:rPr>
          <w:rFonts w:cstheme="minorHAnsi"/>
          <w:lang w:eastAsia="pl-PL"/>
        </w:rPr>
        <w:t xml:space="preserve"> </w:t>
      </w:r>
      <w:r>
        <w:rPr>
          <w:rFonts w:cstheme="minorHAnsi"/>
        </w:rPr>
        <w:t>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0B83C1BA" w14:textId="77777777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8ABBD02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511D6E" w:rsidRPr="000855FF" w14:paraId="46F12E16" w14:textId="77777777" w:rsidTr="005B1721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F7ED7A8" w14:textId="77777777" w:rsidR="00511D6E" w:rsidRPr="002F4B1B" w:rsidRDefault="00511D6E" w:rsidP="005B1721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50243161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17873EEA" w14:textId="77777777" w:rsidR="00511D6E" w:rsidRPr="002F4B1B" w:rsidRDefault="00511D6E" w:rsidP="005B1721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A856755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AD9F6EE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06E2D424" w14:textId="77777777" w:rsidR="00511D6E" w:rsidRPr="002F4B1B" w:rsidRDefault="00511D6E" w:rsidP="005B1721">
            <w:pPr>
              <w:widowControl w:val="0"/>
              <w:snapToGrid w:val="0"/>
              <w:ind w:right="170"/>
              <w:rPr>
                <w:rFonts w:cstheme="minorHAnsi"/>
                <w:lang w:eastAsia="pl-PL"/>
              </w:rPr>
            </w:pPr>
            <w:r>
              <w:rPr>
                <w:rFonts w:cstheme="minorHAnsi"/>
              </w:rPr>
              <w:t>Okres ważności uprawnień</w:t>
            </w:r>
          </w:p>
        </w:tc>
      </w:tr>
      <w:tr w:rsidR="00511D6E" w:rsidRPr="000855FF" w14:paraId="3B740777" w14:textId="77777777" w:rsidTr="005B1721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1E6FF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98C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09D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9D1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945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AA0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705BF98B" w14:textId="77777777" w:rsidTr="005B1721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F4528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031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A6F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8BB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4BC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3E4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3CEFDD9E" w14:textId="77777777" w:rsidTr="005B1721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14714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8E3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173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18CF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0CE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950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63B87A91" w14:textId="77777777" w:rsidTr="005B1721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D9B6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0E8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609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CEF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41A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7E5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08318624" w14:textId="77777777" w:rsidTr="005B1721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0323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363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00C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89A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FB6B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237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EF3DADB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1C200437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34E60D0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40E4D332" w14:textId="77777777" w:rsidR="00511D6E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2586F185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44EC3250" w14:textId="77777777" w:rsidR="00511D6E" w:rsidRPr="000855FF" w:rsidRDefault="00511D6E" w:rsidP="00511D6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34530D57" w14:textId="77777777" w:rsidR="00511D6E" w:rsidRPr="00A62B4C" w:rsidRDefault="00511D6E" w:rsidP="00511D6E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3206904B" w14:textId="1F21EF8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3EECF14" w14:textId="1E911BA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FDDC14F" w14:textId="440C0E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A57A62" w14:textId="7100CE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0F0376" w14:textId="6CEC416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E95E249" w14:textId="7BFAE12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507991A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381365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11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F895541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511D6E" w:rsidRPr="003C16EE" w14:paraId="6486328C" w14:textId="77777777" w:rsidTr="005B1721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0298A484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34EBFFD8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CC2DB8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A6CEDFD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7FF2C6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FC42930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36CD7B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19BCFE2" w14:textId="77777777" w:rsidR="00511D6E" w:rsidRPr="003C16E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182F37C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3A27A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73D18A2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DE6D16C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7AFCFC8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56703D7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2AF25B6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2EA8D369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DC332F2" w14:textId="77777777" w:rsidR="00511D6E" w:rsidRPr="003C16EE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B4E0D63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4C64515A" w14:textId="77777777" w:rsidR="00511D6E" w:rsidRPr="00381365" w:rsidRDefault="00511D6E" w:rsidP="00511D6E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F91C0FD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55A574D6" w14:textId="7F75085D" w:rsidR="00511D6E" w:rsidRPr="00381365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Pr="00780BD5">
        <w:rPr>
          <w:rFonts w:cstheme="minorHAnsi"/>
          <w:lang w:eastAsia="pl-PL"/>
        </w:rPr>
        <w:fldChar w:fldCharType="begin"/>
      </w:r>
      <w:r w:rsidRPr="00780BD5">
        <w:rPr>
          <w:rFonts w:cstheme="minorHAnsi"/>
          <w:lang w:eastAsia="pl-PL"/>
        </w:rPr>
        <w:instrText xml:space="preserve"> MERGEFIELD nr_postepowania </w:instrText>
      </w:r>
      <w:r w:rsidRPr="00780BD5">
        <w:rPr>
          <w:rFonts w:cstheme="minorHAnsi"/>
          <w:lang w:eastAsia="pl-PL"/>
        </w:rPr>
        <w:fldChar w:fldCharType="separate"/>
      </w:r>
      <w:r w:rsidR="001A358A" w:rsidRPr="00B7627D">
        <w:rPr>
          <w:rFonts w:cstheme="minorHAnsi"/>
          <w:noProof/>
          <w:lang w:eastAsia="pl-PL"/>
        </w:rPr>
        <w:t>POST/DYS/OW/GZ/04229/2025</w:t>
      </w:r>
      <w:r w:rsidRPr="00780BD5">
        <w:rPr>
          <w:rFonts w:cstheme="minorHAnsi"/>
          <w:lang w:eastAsia="pl-PL"/>
        </w:rPr>
        <w:fldChar w:fldCharType="end"/>
      </w:r>
      <w:r w:rsidRPr="00381365">
        <w:rPr>
          <w:rFonts w:cstheme="minorHAnsi"/>
          <w:lang w:eastAsia="pl-PL"/>
        </w:rPr>
        <w:t xml:space="preserve"> prowadzonym w trybie przetargu nieograniczonego pn</w:t>
      </w:r>
      <w:r w:rsidRPr="00080848">
        <w:rPr>
          <w:rFonts w:cstheme="minorHAnsi"/>
          <w:b/>
          <w:lang w:eastAsia="pl-PL"/>
        </w:rPr>
        <w:t xml:space="preserve">. </w:t>
      </w:r>
      <w:r w:rsidRPr="00780BD5">
        <w:rPr>
          <w:rFonts w:cstheme="minorHAnsi"/>
        </w:rPr>
        <w:fldChar w:fldCharType="begin"/>
      </w:r>
      <w:r w:rsidRPr="00780BD5">
        <w:rPr>
          <w:rFonts w:cstheme="minorHAnsi"/>
        </w:rPr>
        <w:instrText xml:space="preserve"> MERGEFIELD nazwa_post </w:instrText>
      </w:r>
      <w:r w:rsidRPr="00780BD5">
        <w:rPr>
          <w:rFonts w:cstheme="minorHAnsi"/>
        </w:rPr>
        <w:fldChar w:fldCharType="separate"/>
      </w:r>
      <w:r w:rsidR="001A358A" w:rsidRPr="00B7627D">
        <w:rPr>
          <w:rFonts w:cstheme="minorHAnsi"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R9 Gmina Nadarzyn</w:t>
      </w:r>
      <w:r w:rsidRPr="00780BD5">
        <w:rPr>
          <w:rFonts w:cstheme="minorHAnsi"/>
        </w:rPr>
        <w:fldChar w:fldCharType="end"/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7802828" w14:textId="77777777" w:rsidR="00511D6E" w:rsidRDefault="00511D6E" w:rsidP="00511D6E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511D6E" w:rsidRPr="00381365" w14:paraId="556FB404" w14:textId="77777777" w:rsidTr="005B1721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A916E6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8447600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511D6E" w:rsidRPr="00381365" w14:paraId="0FD5FE69" w14:textId="77777777" w:rsidTr="005B1721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9EB6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8742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3AFCD075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4A802F4" w14:textId="77777777" w:rsidTr="005B1721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B6D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645E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3C3627F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2316F34C" w14:textId="77777777" w:rsidTr="005B1721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6046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0BB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521F73F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2F1EDCC7" w14:textId="77777777" w:rsidTr="005B1721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620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9CC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4712965A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6BF7C2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8F37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116A" w14:textId="77777777" w:rsidR="00511D6E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B87E09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650A438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138B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AA9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314A314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18CEC7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B9C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10E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76846E6B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3A6CDEE7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6DB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24C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7236C69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AA1062D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142A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7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659D325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878BF9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CCA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25F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1ADF2B2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61C09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C59F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297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065ED01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2686D82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6B6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22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59A60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7619A95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FA2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19F0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02E9D9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8D7B46B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F3FC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EAA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92EF0C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E62D2E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5A9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43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6A670CC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</w:tbl>
    <w:p w14:paraId="00413412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607755B4" w14:textId="77777777" w:rsidR="00511D6E" w:rsidRDefault="00511D6E" w:rsidP="00511D6E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5D1FB8F3" w14:textId="77777777" w:rsidR="00511D6E" w:rsidRDefault="00511D6E" w:rsidP="00511D6E">
      <w:pPr>
        <w:rPr>
          <w:rFonts w:cstheme="minorHAnsi"/>
        </w:rPr>
      </w:pPr>
    </w:p>
    <w:p w14:paraId="25073359" w14:textId="77777777" w:rsidR="00511D6E" w:rsidRDefault="00511D6E" w:rsidP="00511D6E">
      <w:pPr>
        <w:rPr>
          <w:rFonts w:cstheme="minorHAnsi"/>
        </w:rPr>
      </w:pPr>
    </w:p>
    <w:p w14:paraId="2049947B" w14:textId="77777777" w:rsidR="00511D6E" w:rsidRDefault="00511D6E" w:rsidP="00511D6E">
      <w:pPr>
        <w:rPr>
          <w:rFonts w:cstheme="minorHAnsi"/>
        </w:rPr>
      </w:pPr>
    </w:p>
    <w:p w14:paraId="41D20089" w14:textId="77777777" w:rsidR="00511D6E" w:rsidRDefault="00511D6E" w:rsidP="00511D6E">
      <w:pPr>
        <w:rPr>
          <w:rFonts w:cstheme="minorHAnsi"/>
        </w:rPr>
      </w:pPr>
    </w:p>
    <w:p w14:paraId="306B570C" w14:textId="77777777" w:rsidR="00511D6E" w:rsidRDefault="00511D6E" w:rsidP="00511D6E">
      <w:pPr>
        <w:rPr>
          <w:rFonts w:cstheme="minorHAnsi"/>
        </w:rPr>
      </w:pPr>
    </w:p>
    <w:p w14:paraId="20F72195" w14:textId="77777777" w:rsidR="00511D6E" w:rsidRDefault="00511D6E" w:rsidP="00511D6E">
      <w:pPr>
        <w:rPr>
          <w:rFonts w:cstheme="minorHAnsi"/>
        </w:rPr>
      </w:pPr>
    </w:p>
    <w:p w14:paraId="43D009C6" w14:textId="77777777" w:rsidR="00511D6E" w:rsidRPr="009C2468" w:rsidRDefault="00511D6E" w:rsidP="00511D6E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>
        <w:rPr>
          <w:rFonts w:cstheme="minorHAnsi"/>
          <w:sz w:val="16"/>
          <w:szCs w:val="16"/>
        </w:rPr>
        <w:t>.................</w:t>
      </w:r>
    </w:p>
    <w:p w14:paraId="1F13D70F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72E2407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2029089F" w14:textId="77777777" w:rsidR="00511D6E" w:rsidRPr="00381365" w:rsidRDefault="00511D6E" w:rsidP="00511D6E">
      <w:pPr>
        <w:rPr>
          <w:rFonts w:cstheme="minorHAnsi"/>
        </w:rPr>
      </w:pPr>
    </w:p>
    <w:p w14:paraId="613C7AB3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83C150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400360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7725FED0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7AD61F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2193B92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B334CD6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A1779A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1A288D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79152D09" w14:textId="02797E3C" w:rsidR="00B67D39" w:rsidRPr="00936521" w:rsidRDefault="00B67D39" w:rsidP="00936521">
      <w:pPr>
        <w:tabs>
          <w:tab w:val="left" w:pos="8509"/>
        </w:tabs>
        <w:rPr>
          <w:rFonts w:ascii="Verdana" w:eastAsia="Verdana" w:hAnsi="Verdana" w:cs="Times New Roman"/>
        </w:rPr>
      </w:pPr>
    </w:p>
    <w:sectPr w:rsidR="00B67D39" w:rsidRPr="00936521" w:rsidSect="00A62B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617BF" w14:textId="77777777" w:rsidR="00C27408" w:rsidRDefault="00C27408" w:rsidP="00582CE9">
      <w:pPr>
        <w:spacing w:after="0"/>
      </w:pPr>
      <w:r>
        <w:separator/>
      </w:r>
    </w:p>
  </w:endnote>
  <w:endnote w:type="continuationSeparator" w:id="0">
    <w:p w14:paraId="58927104" w14:textId="77777777" w:rsidR="00C27408" w:rsidRDefault="00C2740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78F20" w14:textId="77777777" w:rsidR="00C27408" w:rsidRDefault="00C274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1AE76D5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56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C27408" w:rsidRDefault="00C274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C27408" w:rsidRDefault="00C274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A11F3" w14:textId="77777777" w:rsidR="00C27408" w:rsidRDefault="00C27408" w:rsidP="00582CE9">
      <w:pPr>
        <w:spacing w:after="0"/>
      </w:pPr>
      <w:r>
        <w:separator/>
      </w:r>
    </w:p>
  </w:footnote>
  <w:footnote w:type="continuationSeparator" w:id="0">
    <w:p w14:paraId="5681B395" w14:textId="77777777" w:rsidR="00C27408" w:rsidRDefault="00C27408" w:rsidP="00582CE9">
      <w:pPr>
        <w:spacing w:after="0"/>
      </w:pPr>
      <w:r>
        <w:continuationSeparator/>
      </w:r>
    </w:p>
  </w:footnote>
  <w:footnote w:id="1">
    <w:p w14:paraId="679895A9" w14:textId="77777777" w:rsidR="00C27408" w:rsidRPr="00B67D39" w:rsidRDefault="00C27408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48F66929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2D3292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0F9DB5D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1C614DD6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5BF3D66B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3475B23F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243D987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FCE431" w14:textId="77777777" w:rsidR="00C27408" w:rsidRPr="00872F1F" w:rsidRDefault="00C27408" w:rsidP="00511D6E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CADE9A" w14:textId="77777777" w:rsidR="00C27408" w:rsidRPr="00872F1F" w:rsidRDefault="00C27408" w:rsidP="00511D6E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5C4DF" w14:textId="77777777" w:rsidR="00C27408" w:rsidRDefault="00C274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C27408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AEBA973" w:rsidR="00C27408" w:rsidRPr="006E100D" w:rsidRDefault="00C2740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0" allowOverlap="1" wp14:anchorId="119DCD96" wp14:editId="037BD5F2">
                    <wp:simplePos x="0" y="0"/>
                    <wp:positionH relativeFrom="page">
                      <wp:posOffset>-668655</wp:posOffset>
                    </wp:positionH>
                    <wp:positionV relativeFrom="page">
                      <wp:posOffset>-74930</wp:posOffset>
                    </wp:positionV>
                    <wp:extent cx="7560310" cy="730250"/>
                    <wp:effectExtent l="0" t="0" r="0" b="12700"/>
                    <wp:wrapNone/>
      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60310" cy="730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E375CE" w14:textId="2169CC2E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72CAB84E" w14:textId="047C5D92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321E60E3" w14:textId="40CB6820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56666AD7" w14:textId="09DA9347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2150B5CE" w14:textId="77777777" w:rsidR="00C27408" w:rsidRPr="00A62B4C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19DCD96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-52.65pt;margin-top:-5.9pt;width:595.3pt;height:57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IfM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m2k+mS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" o:allowincell="f" filled="f" stroked="f" strokeweight=".5pt">
                    <v:textbox inset=",0,20pt,0">
                      <w:txbxContent>
                        <w:p w14:paraId="09E375CE" w14:textId="2169CC2E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72CAB84E" w14:textId="047C5D92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321E60E3" w14:textId="40CB6820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56666AD7" w14:textId="09DA9347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2150B5CE" w14:textId="77777777" w:rsidR="00C27408" w:rsidRPr="00A62B4C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B20E822" w14:textId="2B1F20BE" w:rsidR="00C2740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1A358A" w:rsidRPr="00B7627D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Sukcesywne wykonywanie dokumentacji projektowej oraz roboty budowlane w zakresie budowy kablowych przyłączy elektroenergetycznych dla celów przyłączania nowych odbiorców na terenie PGE Dystrybucja S.A. Oddział Warszawa RE Jeziorna obszar R9 Gmina Nadarzyn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5205B493" w14:textId="19A632EF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1A358A" w:rsidRPr="00B7627D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POST/DYS/OW/GZ/04229/2025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977" w:type="dxa"/>
          <w:vAlign w:val="center"/>
        </w:tcPr>
        <w:p w14:paraId="3FED520E" w14:textId="72C65808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DE64944" w:rsidR="00C27408" w:rsidRDefault="00C27408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C27408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C27408" w:rsidRDefault="00C274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44504210">
    <w:abstractNumId w:val="20"/>
  </w:num>
  <w:num w:numId="2" w16cid:durableId="1335260080">
    <w:abstractNumId w:val="8"/>
  </w:num>
  <w:num w:numId="3" w16cid:durableId="2076855906">
    <w:abstractNumId w:val="14"/>
  </w:num>
  <w:num w:numId="4" w16cid:durableId="846018118">
    <w:abstractNumId w:val="22"/>
  </w:num>
  <w:num w:numId="5" w16cid:durableId="1424378234">
    <w:abstractNumId w:val="20"/>
  </w:num>
  <w:num w:numId="6" w16cid:durableId="772239139">
    <w:abstractNumId w:val="20"/>
  </w:num>
  <w:num w:numId="7" w16cid:durableId="167256243">
    <w:abstractNumId w:val="3"/>
  </w:num>
  <w:num w:numId="8" w16cid:durableId="1226799126">
    <w:abstractNumId w:val="30"/>
  </w:num>
  <w:num w:numId="9" w16cid:durableId="1470636361">
    <w:abstractNumId w:val="18"/>
  </w:num>
  <w:num w:numId="10" w16cid:durableId="623780111">
    <w:abstractNumId w:val="5"/>
  </w:num>
  <w:num w:numId="11" w16cid:durableId="528035766">
    <w:abstractNumId w:val="15"/>
  </w:num>
  <w:num w:numId="12" w16cid:durableId="1613319208">
    <w:abstractNumId w:val="13"/>
  </w:num>
  <w:num w:numId="13" w16cid:durableId="1215698897">
    <w:abstractNumId w:val="29"/>
  </w:num>
  <w:num w:numId="14" w16cid:durableId="884101562">
    <w:abstractNumId w:val="25"/>
  </w:num>
  <w:num w:numId="15" w16cid:durableId="307364000">
    <w:abstractNumId w:val="17"/>
  </w:num>
  <w:num w:numId="16" w16cid:durableId="276986619">
    <w:abstractNumId w:val="10"/>
  </w:num>
  <w:num w:numId="17" w16cid:durableId="891311626">
    <w:abstractNumId w:val="6"/>
  </w:num>
  <w:num w:numId="18" w16cid:durableId="7753691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00405041">
    <w:abstractNumId w:val="0"/>
  </w:num>
  <w:num w:numId="20" w16cid:durableId="48261463">
    <w:abstractNumId w:val="31"/>
  </w:num>
  <w:num w:numId="21" w16cid:durableId="1974405296">
    <w:abstractNumId w:val="1"/>
  </w:num>
  <w:num w:numId="22" w16cid:durableId="1308589181">
    <w:abstractNumId w:val="16"/>
  </w:num>
  <w:num w:numId="23" w16cid:durableId="47267481">
    <w:abstractNumId w:val="11"/>
  </w:num>
  <w:num w:numId="24" w16cid:durableId="1909414299">
    <w:abstractNumId w:val="23"/>
  </w:num>
  <w:num w:numId="25" w16cid:durableId="1113131222">
    <w:abstractNumId w:val="28"/>
  </w:num>
  <w:num w:numId="26" w16cid:durableId="409692179">
    <w:abstractNumId w:val="2"/>
  </w:num>
  <w:num w:numId="27" w16cid:durableId="453600021">
    <w:abstractNumId w:val="27"/>
  </w:num>
  <w:num w:numId="28" w16cid:durableId="1023479263">
    <w:abstractNumId w:val="26"/>
  </w:num>
  <w:num w:numId="29" w16cid:durableId="12187844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06411561">
    <w:abstractNumId w:val="21"/>
  </w:num>
  <w:num w:numId="31" w16cid:durableId="1039822855">
    <w:abstractNumId w:val="12"/>
  </w:num>
  <w:num w:numId="32" w16cid:durableId="1309748763">
    <w:abstractNumId w:val="19"/>
  </w:num>
  <w:num w:numId="33" w16cid:durableId="1975943024">
    <w:abstractNumId w:val="4"/>
  </w:num>
  <w:num w:numId="34" w16cid:durableId="179970527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65B7"/>
    <w:rsid w:val="00013A18"/>
    <w:rsid w:val="00015893"/>
    <w:rsid w:val="0002424F"/>
    <w:rsid w:val="00024464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62FB"/>
    <w:rsid w:val="0009045E"/>
    <w:rsid w:val="00094799"/>
    <w:rsid w:val="00094EB9"/>
    <w:rsid w:val="00096510"/>
    <w:rsid w:val="000974B1"/>
    <w:rsid w:val="000B0DBD"/>
    <w:rsid w:val="000C47A9"/>
    <w:rsid w:val="000C5934"/>
    <w:rsid w:val="000C679C"/>
    <w:rsid w:val="000D3311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6CFE"/>
    <w:rsid w:val="00167B53"/>
    <w:rsid w:val="00172B93"/>
    <w:rsid w:val="00175F4C"/>
    <w:rsid w:val="00185AAB"/>
    <w:rsid w:val="00192A23"/>
    <w:rsid w:val="001974F6"/>
    <w:rsid w:val="001A358A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2DED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C66E0"/>
    <w:rsid w:val="002D3974"/>
    <w:rsid w:val="002D4CAD"/>
    <w:rsid w:val="002F10CA"/>
    <w:rsid w:val="00303C67"/>
    <w:rsid w:val="00310CB3"/>
    <w:rsid w:val="0033689D"/>
    <w:rsid w:val="003373E9"/>
    <w:rsid w:val="00347E8D"/>
    <w:rsid w:val="00362C4E"/>
    <w:rsid w:val="00366FFB"/>
    <w:rsid w:val="00371A75"/>
    <w:rsid w:val="00372CC0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05D7"/>
    <w:rsid w:val="003D41B4"/>
    <w:rsid w:val="003D432F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51564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5E41"/>
    <w:rsid w:val="004D63D5"/>
    <w:rsid w:val="004E1AB0"/>
    <w:rsid w:val="004E7573"/>
    <w:rsid w:val="004F0C4A"/>
    <w:rsid w:val="004F20AD"/>
    <w:rsid w:val="004F6B10"/>
    <w:rsid w:val="00511D6E"/>
    <w:rsid w:val="005148D6"/>
    <w:rsid w:val="00520308"/>
    <w:rsid w:val="00526926"/>
    <w:rsid w:val="00535E9B"/>
    <w:rsid w:val="005453F1"/>
    <w:rsid w:val="00551FB7"/>
    <w:rsid w:val="00553E60"/>
    <w:rsid w:val="005563FF"/>
    <w:rsid w:val="00562E63"/>
    <w:rsid w:val="00574D7E"/>
    <w:rsid w:val="005807F9"/>
    <w:rsid w:val="00580AF1"/>
    <w:rsid w:val="00582CE9"/>
    <w:rsid w:val="0058794A"/>
    <w:rsid w:val="005932BA"/>
    <w:rsid w:val="00597380"/>
    <w:rsid w:val="005A354D"/>
    <w:rsid w:val="005B1721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185F"/>
    <w:rsid w:val="0060356D"/>
    <w:rsid w:val="00623B01"/>
    <w:rsid w:val="00625BB0"/>
    <w:rsid w:val="006261BB"/>
    <w:rsid w:val="00630963"/>
    <w:rsid w:val="0065322E"/>
    <w:rsid w:val="00655DA8"/>
    <w:rsid w:val="00660237"/>
    <w:rsid w:val="006709F8"/>
    <w:rsid w:val="00670CE4"/>
    <w:rsid w:val="0067116D"/>
    <w:rsid w:val="0067572D"/>
    <w:rsid w:val="006764E1"/>
    <w:rsid w:val="006775EE"/>
    <w:rsid w:val="00680F7C"/>
    <w:rsid w:val="00696995"/>
    <w:rsid w:val="006A0331"/>
    <w:rsid w:val="006A4275"/>
    <w:rsid w:val="006B2C26"/>
    <w:rsid w:val="006B49A3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5D64"/>
    <w:rsid w:val="00710355"/>
    <w:rsid w:val="00715360"/>
    <w:rsid w:val="00720ED1"/>
    <w:rsid w:val="007246D0"/>
    <w:rsid w:val="00726351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67AD"/>
    <w:rsid w:val="00787D9C"/>
    <w:rsid w:val="00794EFB"/>
    <w:rsid w:val="007A1B94"/>
    <w:rsid w:val="007A54F1"/>
    <w:rsid w:val="007B094C"/>
    <w:rsid w:val="007B0FF0"/>
    <w:rsid w:val="007B50D8"/>
    <w:rsid w:val="007C442A"/>
    <w:rsid w:val="007C52FD"/>
    <w:rsid w:val="007C6687"/>
    <w:rsid w:val="007C67FA"/>
    <w:rsid w:val="007D0675"/>
    <w:rsid w:val="007D1209"/>
    <w:rsid w:val="00807D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4E31"/>
    <w:rsid w:val="00884D47"/>
    <w:rsid w:val="00896CCD"/>
    <w:rsid w:val="008A2F4A"/>
    <w:rsid w:val="008A512A"/>
    <w:rsid w:val="008A7413"/>
    <w:rsid w:val="008B6316"/>
    <w:rsid w:val="008C1433"/>
    <w:rsid w:val="008C45B7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521"/>
    <w:rsid w:val="00936AC2"/>
    <w:rsid w:val="00940075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3D85"/>
    <w:rsid w:val="00980147"/>
    <w:rsid w:val="00983EBF"/>
    <w:rsid w:val="00984E39"/>
    <w:rsid w:val="0098502B"/>
    <w:rsid w:val="00986E3C"/>
    <w:rsid w:val="00987773"/>
    <w:rsid w:val="00992FE3"/>
    <w:rsid w:val="0099653A"/>
    <w:rsid w:val="00997374"/>
    <w:rsid w:val="00997E36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3E51"/>
    <w:rsid w:val="009D58D0"/>
    <w:rsid w:val="009D5A1B"/>
    <w:rsid w:val="009D7472"/>
    <w:rsid w:val="009E0A88"/>
    <w:rsid w:val="009E2CB5"/>
    <w:rsid w:val="009E5B5E"/>
    <w:rsid w:val="00A02C84"/>
    <w:rsid w:val="00A074D7"/>
    <w:rsid w:val="00A12971"/>
    <w:rsid w:val="00A148D6"/>
    <w:rsid w:val="00A178AA"/>
    <w:rsid w:val="00A21DAA"/>
    <w:rsid w:val="00A36B8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62F2"/>
    <w:rsid w:val="00AD1089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06A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4AC"/>
    <w:rsid w:val="00BB180C"/>
    <w:rsid w:val="00BB754F"/>
    <w:rsid w:val="00BC15EB"/>
    <w:rsid w:val="00BC3599"/>
    <w:rsid w:val="00BD1D08"/>
    <w:rsid w:val="00BE0AE4"/>
    <w:rsid w:val="00BE38BB"/>
    <w:rsid w:val="00C0006C"/>
    <w:rsid w:val="00C003C6"/>
    <w:rsid w:val="00C10B09"/>
    <w:rsid w:val="00C12714"/>
    <w:rsid w:val="00C20678"/>
    <w:rsid w:val="00C224EE"/>
    <w:rsid w:val="00C23F3E"/>
    <w:rsid w:val="00C26BC0"/>
    <w:rsid w:val="00C272AD"/>
    <w:rsid w:val="00C27408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3916"/>
    <w:rsid w:val="00C77BCF"/>
    <w:rsid w:val="00C874E6"/>
    <w:rsid w:val="00CB2D26"/>
    <w:rsid w:val="00CB3A6F"/>
    <w:rsid w:val="00CC1406"/>
    <w:rsid w:val="00CC1828"/>
    <w:rsid w:val="00CD2022"/>
    <w:rsid w:val="00CE2F55"/>
    <w:rsid w:val="00CF1059"/>
    <w:rsid w:val="00D03C12"/>
    <w:rsid w:val="00D10930"/>
    <w:rsid w:val="00D1247E"/>
    <w:rsid w:val="00D21BCE"/>
    <w:rsid w:val="00D516C1"/>
    <w:rsid w:val="00D6344F"/>
    <w:rsid w:val="00D80E4A"/>
    <w:rsid w:val="00D811C8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3B19"/>
    <w:rsid w:val="00E16545"/>
    <w:rsid w:val="00E2123D"/>
    <w:rsid w:val="00E216F4"/>
    <w:rsid w:val="00E2467A"/>
    <w:rsid w:val="00E30B4B"/>
    <w:rsid w:val="00E33932"/>
    <w:rsid w:val="00E36F92"/>
    <w:rsid w:val="00E413AB"/>
    <w:rsid w:val="00E41451"/>
    <w:rsid w:val="00E45F98"/>
    <w:rsid w:val="00E514E3"/>
    <w:rsid w:val="00E55C03"/>
    <w:rsid w:val="00E56B47"/>
    <w:rsid w:val="00E66F4B"/>
    <w:rsid w:val="00E706C2"/>
    <w:rsid w:val="00E72CD1"/>
    <w:rsid w:val="00E8041E"/>
    <w:rsid w:val="00E80B16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1DC5"/>
    <w:rsid w:val="00F4718C"/>
    <w:rsid w:val="00F527EB"/>
    <w:rsid w:val="00F554D8"/>
    <w:rsid w:val="00F57F56"/>
    <w:rsid w:val="00F65859"/>
    <w:rsid w:val="00F664AA"/>
    <w:rsid w:val="00F71902"/>
    <w:rsid w:val="00F724BA"/>
    <w:rsid w:val="00F74A6C"/>
    <w:rsid w:val="00F751D8"/>
    <w:rsid w:val="00F835B4"/>
    <w:rsid w:val="00F84F19"/>
    <w:rsid w:val="00F90B96"/>
    <w:rsid w:val="00FA0F6A"/>
    <w:rsid w:val="00FA671E"/>
    <w:rsid w:val="00FB0646"/>
    <w:rsid w:val="00FB61C7"/>
    <w:rsid w:val="00FC1CB3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4229_zał nr 4, 6, 7, 8, 11 do SWZ.docx</dmsv2BaseFileName>
    <dmsv2BaseDisplayName xmlns="http://schemas.microsoft.com/sharepoint/v3">4229_zał nr 4, 6, 7, 8, 11 do SWZ</dmsv2BaseDisplayName>
    <dmsv2SWPP2ObjectNumber xmlns="http://schemas.microsoft.com/sharepoint/v3">POST/DYS/OW/GZ/04229/2025                         </dmsv2SWPP2ObjectNumber>
    <dmsv2SWPP2SumMD5 xmlns="http://schemas.microsoft.com/sharepoint/v3">5ef0d115fcda73d42fb7dd942c2d0014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699796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23845137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DPFVW34YURAE-834641568-2979</_dlc_DocId>
    <_dlc_DocIdUrl xmlns="a19cb1c7-c5c7-46d4-85ae-d83685407bba">
      <Url>https://swpp2.dms.gkpge.pl/sites/40/_layouts/15/DocIdRedir.aspx?ID=DPFVW34YURAE-834641568-2979</Url>
      <Description>DPFVW34YURAE-834641568-2979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DD1F740-7C54-45C0-9EB7-AD41BDB5D890}"/>
</file>

<file path=customXml/itemProps2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ED7BA46-E827-4780-95E8-738EDC1355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913BC2A-C0A3-4CBC-9D2B-185B2BF9D4A7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19</Pages>
  <Words>5177</Words>
  <Characters>31064</Characters>
  <Application>Microsoft Office Word</Application>
  <DocSecurity>0</DocSecurity>
  <Lines>258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Jaczerkowski Piotr [PGE Dystr. O.Warszawa]</cp:lastModifiedBy>
  <cp:revision>3</cp:revision>
  <cp:lastPrinted>2024-07-15T11:21:00Z</cp:lastPrinted>
  <dcterms:created xsi:type="dcterms:W3CDTF">2025-11-25T10:53:00Z</dcterms:created>
  <dcterms:modified xsi:type="dcterms:W3CDTF">2025-11-25T11:43:00Z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bc22eaf3-ad18-4bd3-95f5-1f7eaf865f8a</vt:lpwstr>
  </property>
</Properties>
</file>